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991119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991119">
        <w:rPr>
          <w:rFonts w:ascii="Corbel" w:hAnsi="Corbel"/>
          <w:b/>
          <w:bCs/>
        </w:rPr>
        <w:t xml:space="preserve">   </w:t>
      </w:r>
      <w:r w:rsidRPr="00991119" w:rsidR="00CD6897">
        <w:rPr>
          <w:rFonts w:ascii="Corbel" w:hAnsi="Corbel"/>
          <w:b/>
          <w:bCs/>
        </w:rPr>
        <w:tab/>
      </w:r>
      <w:r w:rsidRPr="00991119" w:rsidR="00CD6897">
        <w:rPr>
          <w:rFonts w:ascii="Corbel" w:hAnsi="Corbel"/>
          <w:b/>
          <w:bCs/>
        </w:rPr>
        <w:tab/>
      </w:r>
      <w:r w:rsidRPr="00991119" w:rsidR="00CD6897">
        <w:rPr>
          <w:rFonts w:ascii="Corbel" w:hAnsi="Corbel"/>
          <w:b/>
          <w:bCs/>
        </w:rPr>
        <w:tab/>
      </w:r>
      <w:r w:rsidRPr="00991119" w:rsidR="00CD6897">
        <w:rPr>
          <w:rFonts w:ascii="Corbel" w:hAnsi="Corbel"/>
          <w:b/>
          <w:bCs/>
        </w:rPr>
        <w:tab/>
      </w:r>
      <w:r w:rsidRPr="00991119" w:rsidR="00CD6897">
        <w:rPr>
          <w:rFonts w:ascii="Corbel" w:hAnsi="Corbel"/>
          <w:b/>
          <w:bCs/>
        </w:rPr>
        <w:tab/>
      </w:r>
      <w:r w:rsidRPr="00991119" w:rsidR="00CD6897">
        <w:rPr>
          <w:rFonts w:ascii="Corbel" w:hAnsi="Corbel"/>
          <w:b/>
          <w:bCs/>
        </w:rPr>
        <w:tab/>
      </w:r>
      <w:r w:rsidRPr="00991119" w:rsidR="00D8678B">
        <w:rPr>
          <w:rFonts w:ascii="Corbel" w:hAnsi="Corbel"/>
          <w:bCs/>
          <w:i/>
        </w:rPr>
        <w:t xml:space="preserve">Załącznik nr </w:t>
      </w:r>
      <w:r w:rsidRPr="00991119" w:rsidR="006F31E2">
        <w:rPr>
          <w:rFonts w:ascii="Corbel" w:hAnsi="Corbel"/>
          <w:bCs/>
          <w:i/>
        </w:rPr>
        <w:t>1.5</w:t>
      </w:r>
      <w:r w:rsidRPr="00991119" w:rsidR="00D8678B">
        <w:rPr>
          <w:rFonts w:ascii="Corbel" w:hAnsi="Corbel"/>
          <w:bCs/>
          <w:i/>
        </w:rPr>
        <w:t xml:space="preserve"> do Zarządzenia</w:t>
      </w:r>
      <w:r w:rsidRPr="00991119" w:rsidR="002A22BF">
        <w:rPr>
          <w:rFonts w:ascii="Corbel" w:hAnsi="Corbel"/>
          <w:bCs/>
          <w:i/>
        </w:rPr>
        <w:t xml:space="preserve"> Rektora UR </w:t>
      </w:r>
      <w:r w:rsidRPr="00991119" w:rsidR="00CD6897">
        <w:rPr>
          <w:rFonts w:ascii="Corbel" w:hAnsi="Corbel"/>
          <w:bCs/>
          <w:i/>
        </w:rPr>
        <w:t xml:space="preserve"> nr </w:t>
      </w:r>
      <w:r w:rsidRPr="00991119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91119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91119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91119" w:rsidR="0085747A" w:rsidP="00EA4832" w:rsidRDefault="0071620A" w14:paraId="7DC5A6BF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91119">
        <w:rPr>
          <w:rFonts w:ascii="Corbel" w:hAnsi="Corbel"/>
          <w:b/>
          <w:smallCaps/>
          <w:sz w:val="24"/>
          <w:szCs w:val="24"/>
        </w:rPr>
        <w:t>dotyczy cyklu kształcenia</w:t>
      </w:r>
      <w:r w:rsidRPr="00991119" w:rsidR="0085747A">
        <w:rPr>
          <w:rFonts w:ascii="Corbel" w:hAnsi="Corbel"/>
          <w:b/>
          <w:smallCaps/>
          <w:sz w:val="24"/>
          <w:szCs w:val="24"/>
        </w:rPr>
        <w:t xml:space="preserve"> </w:t>
      </w:r>
      <w:bookmarkStart w:name="_Hlk90546276" w:id="0"/>
      <w:r w:rsidR="008C79C9">
        <w:rPr>
          <w:rFonts w:ascii="Corbel" w:hAnsi="Corbel"/>
          <w:i/>
          <w:smallCaps/>
          <w:sz w:val="24"/>
          <w:szCs w:val="24"/>
        </w:rPr>
        <w:t>2022/2023 – 2023/2024</w:t>
      </w:r>
      <w:r w:rsidRPr="00991119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xmlns:wp14="http://schemas.microsoft.com/office/word/2010/wordml" w:rsidRPr="00991119" w:rsidR="0085747A" w:rsidP="00EA4832" w:rsidRDefault="00EA4832" w14:paraId="24E8696B" wp14:textId="39800C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55F8393D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5F8393D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55F8393D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991119" w:rsidR="00445970" w:rsidP="55F8393D" w:rsidRDefault="00445970" w14:paraId="7F1453ED" wp14:textId="77777777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991119">
        <w:rPr>
          <w:rFonts w:ascii="Corbel" w:hAnsi="Corbel"/>
          <w:sz w:val="20"/>
          <w:szCs w:val="20"/>
        </w:rPr>
        <w:tab/>
      </w:r>
      <w:r w:rsidRPr="00991119">
        <w:rPr>
          <w:rFonts w:ascii="Corbel" w:hAnsi="Corbel"/>
          <w:sz w:val="20"/>
          <w:szCs w:val="20"/>
        </w:rPr>
        <w:tab/>
      </w:r>
      <w:r w:rsidRPr="00991119">
        <w:rPr>
          <w:rFonts w:ascii="Corbel" w:hAnsi="Corbel"/>
          <w:sz w:val="20"/>
          <w:szCs w:val="20"/>
        </w:rPr>
        <w:tab/>
      </w:r>
      <w:r w:rsidRPr="00991119">
        <w:rPr>
          <w:rFonts w:ascii="Corbel" w:hAnsi="Corbel"/>
          <w:sz w:val="20"/>
          <w:szCs w:val="20"/>
        </w:rPr>
        <w:tab/>
      </w:r>
      <w:r w:rsidRPr="00991119" w:rsidR="00445970">
        <w:rPr>
          <w:rFonts w:ascii="Corbel" w:hAnsi="Corbel"/>
          <w:sz w:val="20"/>
          <w:szCs w:val="20"/>
        </w:rPr>
        <w:t xml:space="preserve">Rok akademicki </w:t>
      </w:r>
      <w:r w:rsidRPr="00991119" w:rsidR="00991119">
        <w:rPr>
          <w:rFonts w:ascii="Corbel" w:hAnsi="Corbel"/>
          <w:sz w:val="20"/>
          <w:szCs w:val="20"/>
        </w:rPr>
        <w:t>2023</w:t>
      </w:r>
      <w:r w:rsidRPr="00991119" w:rsidR="003E0601">
        <w:rPr>
          <w:rFonts w:ascii="Corbel" w:hAnsi="Corbel"/>
          <w:sz w:val="20"/>
          <w:szCs w:val="20"/>
        </w:rPr>
        <w:t>/202</w:t>
      </w:r>
      <w:r w:rsidRPr="00991119" w:rsidR="00991119">
        <w:rPr>
          <w:rFonts w:ascii="Corbel" w:hAnsi="Corbel"/>
          <w:sz w:val="20"/>
          <w:szCs w:val="20"/>
        </w:rPr>
        <w:t>4</w:t>
      </w:r>
    </w:p>
    <w:bookmarkEnd w:id="0"/>
    <w:p xmlns:wp14="http://schemas.microsoft.com/office/word/2010/wordml" w:rsidRPr="00991119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91119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91119">
        <w:rPr>
          <w:rFonts w:ascii="Corbel" w:hAnsi="Corbel"/>
          <w:szCs w:val="24"/>
        </w:rPr>
        <w:t xml:space="preserve">1. </w:t>
      </w:r>
      <w:r w:rsidRPr="00991119" w:rsidR="0085747A">
        <w:rPr>
          <w:rFonts w:ascii="Corbel" w:hAnsi="Corbel"/>
          <w:szCs w:val="24"/>
        </w:rPr>
        <w:t xml:space="preserve">Podstawowe </w:t>
      </w:r>
      <w:r w:rsidRPr="00991119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91119" w:rsidR="0085747A" w:rsidTr="55F8393D" w14:paraId="47EB60A9" wp14:textId="77777777">
        <w:tc>
          <w:tcPr>
            <w:tcW w:w="2694" w:type="dxa"/>
            <w:tcMar/>
            <w:vAlign w:val="center"/>
          </w:tcPr>
          <w:p w:rsidRPr="00991119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91119" w:rsidR="0085747A" w:rsidP="55F8393D" w:rsidRDefault="009C1F70" w14:paraId="51D9293A" wp14:textId="77777777" wp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2"/>
                <w:szCs w:val="22"/>
              </w:rPr>
            </w:pPr>
            <w:r w:rsidRPr="55F8393D" w:rsidR="009C1F70">
              <w:rPr>
                <w:rFonts w:ascii="Corbel" w:hAnsi="Corbel"/>
                <w:b w:val="1"/>
                <w:bCs w:val="1"/>
                <w:sz w:val="22"/>
                <w:szCs w:val="22"/>
              </w:rPr>
              <w:t>Agencje wyspecjalizowane UE</w:t>
            </w:r>
          </w:p>
        </w:tc>
      </w:tr>
      <w:tr xmlns:wp14="http://schemas.microsoft.com/office/word/2010/wordml" w:rsidRPr="00991119" w:rsidR="0085747A" w:rsidTr="55F8393D" w14:paraId="371D2397" wp14:textId="77777777">
        <w:tc>
          <w:tcPr>
            <w:tcW w:w="2694" w:type="dxa"/>
            <w:tcMar/>
            <w:vAlign w:val="center"/>
          </w:tcPr>
          <w:p w:rsidRPr="00991119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Kod przedmiotu</w:t>
            </w:r>
            <w:r w:rsidRPr="00991119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91119" w:rsidR="0085747A" w:rsidP="009C54AE" w:rsidRDefault="009C1F70" w14:paraId="4750707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>A2SO41</w:t>
            </w:r>
          </w:p>
        </w:tc>
      </w:tr>
      <w:tr xmlns:wp14="http://schemas.microsoft.com/office/word/2010/wordml" w:rsidRPr="00991119" w:rsidR="0085747A" w:rsidTr="55F8393D" w14:paraId="73ADA846" wp14:textId="77777777">
        <w:tc>
          <w:tcPr>
            <w:tcW w:w="2694" w:type="dxa"/>
            <w:tcMar/>
            <w:vAlign w:val="center"/>
          </w:tcPr>
          <w:p w:rsidRPr="00991119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nazwa</w:t>
            </w:r>
            <w:r w:rsidRPr="00991119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91119" w:rsidR="0085747A" w:rsidP="55F8393D" w:rsidRDefault="00DE1E01" w14:paraId="632B98A0" wp14:textId="4FB75DF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</w:pPr>
            <w:r w:rsidRPr="55F8393D" w:rsidR="00DE1E01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>Kolegium Nauk Społecznych</w:t>
            </w:r>
            <w:r w:rsidRPr="55F8393D" w:rsidR="008C79C9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</w:p>
        </w:tc>
      </w:tr>
      <w:tr xmlns:wp14="http://schemas.microsoft.com/office/word/2010/wordml" w:rsidRPr="00991119" w:rsidR="003E0601" w:rsidTr="55F8393D" w14:paraId="7EC02C5F" wp14:textId="77777777">
        <w:tc>
          <w:tcPr>
            <w:tcW w:w="2694" w:type="dxa"/>
            <w:tcMar/>
            <w:vAlign w:val="center"/>
          </w:tcPr>
          <w:p w:rsidRPr="00991119" w:rsidR="003E0601" w:rsidP="003E0601" w:rsidRDefault="003E0601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91119" w:rsidR="003E0601" w:rsidP="55F8393D" w:rsidRDefault="003E0601" w14:paraId="74BEA08E" wp14:textId="622DDEDE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</w:pPr>
            <w:r w:rsidRPr="55F8393D" w:rsidR="3340E206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 xml:space="preserve">Instytut Nauk Prawnych </w:t>
            </w:r>
            <w:r w:rsidRPr="55F8393D" w:rsidR="003E0601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>Zakład Prawa Międzynarodowego i Prawa Europejskiego</w:t>
            </w:r>
            <w:r w:rsidRPr="55F8393D" w:rsidR="003A6964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</w:p>
        </w:tc>
      </w:tr>
      <w:tr xmlns:wp14="http://schemas.microsoft.com/office/word/2010/wordml" w:rsidRPr="00991119" w:rsidR="003E0601" w:rsidTr="55F8393D" w14:paraId="4E59D465" wp14:textId="77777777">
        <w:tc>
          <w:tcPr>
            <w:tcW w:w="2694" w:type="dxa"/>
            <w:tcMar/>
            <w:vAlign w:val="center"/>
          </w:tcPr>
          <w:p w:rsidRPr="00991119" w:rsidR="003E0601" w:rsidP="003E0601" w:rsidRDefault="003E0601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91119" w:rsidR="003E0601" w:rsidP="003E0601" w:rsidRDefault="003E0601" w14:paraId="28C13AEF" wp14:textId="7777777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91119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xmlns:wp14="http://schemas.microsoft.com/office/word/2010/wordml" w:rsidRPr="00991119" w:rsidR="003E0601" w:rsidTr="55F8393D" w14:paraId="72A44507" wp14:textId="77777777">
        <w:tc>
          <w:tcPr>
            <w:tcW w:w="2694" w:type="dxa"/>
            <w:tcMar/>
            <w:vAlign w:val="center"/>
          </w:tcPr>
          <w:p w:rsidRPr="00991119" w:rsidR="003E0601" w:rsidP="003E0601" w:rsidRDefault="003E0601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91119" w:rsidR="003E0601" w:rsidP="003E0601" w:rsidRDefault="003E0601" w14:paraId="75360FB8" wp14:textId="7777777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91119">
              <w:rPr>
                <w:rFonts w:ascii="Corbel" w:hAnsi="Corbel"/>
                <w:b w:val="0"/>
                <w:color w:val="auto"/>
                <w:sz w:val="22"/>
              </w:rPr>
              <w:t xml:space="preserve">Studia </w:t>
            </w:r>
            <w:r w:rsidRPr="00991119" w:rsidR="000B5C6E"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Pr="00991119">
              <w:rPr>
                <w:rFonts w:ascii="Corbel" w:hAnsi="Corbel"/>
                <w:b w:val="0"/>
                <w:color w:val="auto"/>
                <w:sz w:val="22"/>
              </w:rPr>
              <w:t>I stopnia</w:t>
            </w:r>
          </w:p>
        </w:tc>
      </w:tr>
      <w:tr xmlns:wp14="http://schemas.microsoft.com/office/word/2010/wordml" w:rsidRPr="00991119" w:rsidR="003E0601" w:rsidTr="55F8393D" w14:paraId="3A488BE5" wp14:textId="77777777">
        <w:tc>
          <w:tcPr>
            <w:tcW w:w="2694" w:type="dxa"/>
            <w:tcMar/>
            <w:vAlign w:val="center"/>
          </w:tcPr>
          <w:p w:rsidRPr="00991119" w:rsidR="003E0601" w:rsidP="003E0601" w:rsidRDefault="003E0601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91119" w:rsidR="003E0601" w:rsidP="000B5C6E" w:rsidRDefault="000B5C6E" w14:paraId="37EEED7E" wp14:textId="7777777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991119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xmlns:wp14="http://schemas.microsoft.com/office/word/2010/wordml" w:rsidRPr="00991119" w:rsidR="003E0601" w:rsidTr="55F8393D" w14:paraId="5C70B2EB" wp14:textId="77777777">
        <w:tc>
          <w:tcPr>
            <w:tcW w:w="2694" w:type="dxa"/>
            <w:tcMar/>
            <w:vAlign w:val="center"/>
          </w:tcPr>
          <w:p w:rsidRPr="00991119" w:rsidR="003E0601" w:rsidP="003E0601" w:rsidRDefault="003E0601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91119" w:rsidR="003E0601" w:rsidP="003E0601" w:rsidRDefault="003E0601" w14:paraId="56B68402" wp14:textId="7777777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91119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xmlns:wp14="http://schemas.microsoft.com/office/word/2010/wordml" w:rsidRPr="00991119" w:rsidR="003E0601" w:rsidTr="55F8393D" w14:paraId="3CA2651D" wp14:textId="77777777">
        <w:tc>
          <w:tcPr>
            <w:tcW w:w="2694" w:type="dxa"/>
            <w:tcMar/>
            <w:vAlign w:val="center"/>
          </w:tcPr>
          <w:p w:rsidRPr="00991119" w:rsidR="003E0601" w:rsidP="003E0601" w:rsidRDefault="003E0601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991119" w:rsidR="003E0601" w:rsidP="55F8393D" w:rsidRDefault="003E0601" w14:paraId="36704B3A" wp14:textId="77718D28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</w:pPr>
            <w:r w:rsidRPr="55F8393D" w:rsidR="000B5C6E">
              <w:rPr>
                <w:rFonts w:ascii="Corbel" w:hAnsi="Corbel"/>
                <w:b w:val="0"/>
                <w:bCs w:val="0"/>
                <w:sz w:val="22"/>
                <w:szCs w:val="22"/>
              </w:rPr>
              <w:t>I</w:t>
            </w:r>
            <w:r w:rsidRPr="55F8393D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I</w:t>
            </w:r>
            <w:r w:rsidRPr="55F8393D" w:rsidR="2CA4A66A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/ </w:t>
            </w:r>
            <w:r w:rsidRPr="55F8393D" w:rsidR="000B5C6E">
              <w:rPr>
                <w:rFonts w:ascii="Corbel" w:hAnsi="Corbel"/>
                <w:b w:val="0"/>
                <w:bCs w:val="0"/>
                <w:color w:val="auto"/>
                <w:sz w:val="22"/>
                <w:szCs w:val="22"/>
              </w:rPr>
              <w:t>IV</w:t>
            </w:r>
          </w:p>
        </w:tc>
      </w:tr>
      <w:tr xmlns:wp14="http://schemas.microsoft.com/office/word/2010/wordml" w:rsidRPr="00991119" w:rsidR="003E0601" w:rsidTr="55F8393D" w14:paraId="2724D578" wp14:textId="77777777">
        <w:tc>
          <w:tcPr>
            <w:tcW w:w="2694" w:type="dxa"/>
            <w:tcMar/>
            <w:vAlign w:val="center"/>
          </w:tcPr>
          <w:p w:rsidRPr="00991119" w:rsidR="003E0601" w:rsidP="003E0601" w:rsidRDefault="003E0601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91119" w:rsidR="003E0601" w:rsidP="000B5C6E" w:rsidRDefault="000B5C6E" w14:paraId="6FA8B534" wp14:textId="7777777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91119">
              <w:rPr>
                <w:rFonts w:ascii="Corbel" w:hAnsi="Corbel"/>
                <w:b w:val="0"/>
                <w:color w:val="auto"/>
                <w:sz w:val="22"/>
              </w:rPr>
              <w:t>Specjalnościowy</w:t>
            </w:r>
          </w:p>
        </w:tc>
      </w:tr>
      <w:tr xmlns:wp14="http://schemas.microsoft.com/office/word/2010/wordml" w:rsidRPr="00991119" w:rsidR="003E0601" w:rsidTr="55F8393D" w14:paraId="69BFFEEB" wp14:textId="77777777">
        <w:tc>
          <w:tcPr>
            <w:tcW w:w="2694" w:type="dxa"/>
            <w:tcMar/>
            <w:vAlign w:val="center"/>
          </w:tcPr>
          <w:p w:rsidRPr="00991119" w:rsidR="003E0601" w:rsidP="003E0601" w:rsidRDefault="003E0601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91119" w:rsidR="003E0601" w:rsidP="003E0601" w:rsidRDefault="003E0601" w14:paraId="7F4CB6B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xmlns:wp14="http://schemas.microsoft.com/office/word/2010/wordml" w:rsidRPr="00991119" w:rsidR="00BC0BC8" w:rsidTr="55F8393D" w14:paraId="725E7B76" wp14:textId="77777777">
        <w:tc>
          <w:tcPr>
            <w:tcW w:w="2694" w:type="dxa"/>
            <w:tcMar/>
            <w:vAlign w:val="center"/>
          </w:tcPr>
          <w:p w:rsidRPr="00991119" w:rsidR="00BC0BC8" w:rsidP="00BC0BC8" w:rsidRDefault="00BC0BC8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91119" w:rsidR="00BC0BC8" w:rsidP="00BC0BC8" w:rsidRDefault="00BC0BC8" w14:paraId="5AAB37D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dr hab. Dagmara Kuźniar, prof. UR</w:t>
            </w:r>
          </w:p>
        </w:tc>
      </w:tr>
      <w:tr xmlns:wp14="http://schemas.microsoft.com/office/word/2010/wordml" w:rsidRPr="00991119" w:rsidR="00BC0BC8" w:rsidTr="55F8393D" w14:paraId="457194F2" wp14:textId="77777777">
        <w:tc>
          <w:tcPr>
            <w:tcW w:w="2694" w:type="dxa"/>
            <w:tcMar/>
            <w:vAlign w:val="center"/>
          </w:tcPr>
          <w:p w:rsidRPr="00991119" w:rsidR="00BC0BC8" w:rsidP="00BC0BC8" w:rsidRDefault="00BC0BC8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91119" w:rsidR="00BC0BC8" w:rsidP="00BC0BC8" w:rsidRDefault="00BC0BC8" w14:paraId="355B20C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dr hab. Dagmara Kuźniar, prof. UR, mgr Marek Podraza</w:t>
            </w:r>
          </w:p>
        </w:tc>
      </w:tr>
    </w:tbl>
    <w:p xmlns:wp14="http://schemas.microsoft.com/office/word/2010/wordml" w:rsidRPr="00991119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91119">
        <w:rPr>
          <w:rFonts w:ascii="Corbel" w:hAnsi="Corbel"/>
          <w:sz w:val="24"/>
          <w:szCs w:val="24"/>
        </w:rPr>
        <w:t xml:space="preserve">* </w:t>
      </w:r>
      <w:r w:rsidRPr="00991119">
        <w:rPr>
          <w:rFonts w:ascii="Corbel" w:hAnsi="Corbel"/>
          <w:i/>
          <w:sz w:val="24"/>
          <w:szCs w:val="24"/>
        </w:rPr>
        <w:t>-</w:t>
      </w:r>
      <w:r w:rsidRPr="00991119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991119" w:rsidR="00B90885">
        <w:rPr>
          <w:rFonts w:ascii="Corbel" w:hAnsi="Corbel"/>
          <w:b w:val="0"/>
          <w:sz w:val="24"/>
          <w:szCs w:val="24"/>
        </w:rPr>
        <w:t>e,</w:t>
      </w:r>
      <w:r w:rsidRPr="00991119">
        <w:rPr>
          <w:rFonts w:ascii="Corbel" w:hAnsi="Corbel"/>
          <w:i/>
          <w:sz w:val="24"/>
          <w:szCs w:val="24"/>
        </w:rPr>
        <w:t xml:space="preserve"> </w:t>
      </w:r>
      <w:r w:rsidRPr="0099111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991119"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91119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91119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91119">
        <w:rPr>
          <w:rFonts w:ascii="Corbel" w:hAnsi="Corbel"/>
          <w:sz w:val="24"/>
          <w:szCs w:val="24"/>
        </w:rPr>
        <w:t>1.</w:t>
      </w:r>
      <w:r w:rsidRPr="00991119" w:rsidR="00E22FBC">
        <w:rPr>
          <w:rFonts w:ascii="Corbel" w:hAnsi="Corbel"/>
          <w:sz w:val="24"/>
          <w:szCs w:val="24"/>
        </w:rPr>
        <w:t>1</w:t>
      </w:r>
      <w:r w:rsidRPr="0099111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91119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xmlns:wp14="http://schemas.microsoft.com/office/word/2010/wordml" w:rsidRPr="00991119" w:rsidR="00015B8F" w:rsidTr="55F8393D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91119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91119">
              <w:rPr>
                <w:rFonts w:ascii="Corbel" w:hAnsi="Corbel"/>
                <w:szCs w:val="24"/>
              </w:rPr>
              <w:t>Semestr</w:t>
            </w:r>
          </w:p>
          <w:p w:rsidRPr="00991119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91119">
              <w:rPr>
                <w:rFonts w:ascii="Corbel" w:hAnsi="Corbel"/>
                <w:szCs w:val="24"/>
              </w:rPr>
              <w:t>(</w:t>
            </w:r>
            <w:r w:rsidRPr="00991119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91119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91119">
              <w:rPr>
                <w:rFonts w:ascii="Corbel" w:hAnsi="Corbel"/>
                <w:szCs w:val="24"/>
              </w:rPr>
              <w:t>Wykł</w:t>
            </w:r>
            <w:proofErr w:type="spellEnd"/>
            <w:r w:rsidRPr="0099111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91119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9111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91119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91119">
              <w:rPr>
                <w:rFonts w:ascii="Corbel" w:hAnsi="Corbel"/>
                <w:szCs w:val="24"/>
              </w:rPr>
              <w:t>Konw</w:t>
            </w:r>
            <w:proofErr w:type="spellEnd"/>
            <w:r w:rsidRPr="0099111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91119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9111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91119">
              <w:rPr>
                <w:rFonts w:ascii="Corbel" w:hAnsi="Corbel"/>
                <w:szCs w:val="24"/>
              </w:rPr>
              <w:t>Sem</w:t>
            </w:r>
            <w:proofErr w:type="spellEnd"/>
            <w:r w:rsidRPr="0099111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91119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9111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91119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91119">
              <w:rPr>
                <w:rFonts w:ascii="Corbel" w:hAnsi="Corbel"/>
                <w:szCs w:val="24"/>
              </w:rPr>
              <w:t>Prakt</w:t>
            </w:r>
            <w:proofErr w:type="spellEnd"/>
            <w:r w:rsidRPr="0099111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91119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9111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91119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91119">
              <w:rPr>
                <w:rFonts w:ascii="Corbel" w:hAnsi="Corbel"/>
                <w:b/>
                <w:szCs w:val="24"/>
              </w:rPr>
              <w:t>Liczba pkt</w:t>
            </w:r>
            <w:r w:rsidRPr="00991119" w:rsidR="00B90885">
              <w:rPr>
                <w:rFonts w:ascii="Corbel" w:hAnsi="Corbel"/>
                <w:b/>
                <w:szCs w:val="24"/>
              </w:rPr>
              <w:t>.</w:t>
            </w:r>
            <w:r w:rsidRPr="0099111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91119" w:rsidR="00015B8F" w:rsidTr="55F8393D" w14:paraId="0146765F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91119" w:rsidR="00015B8F" w:rsidP="009C54AE" w:rsidRDefault="003E0601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I</w:t>
            </w:r>
            <w:r w:rsidRPr="00991119" w:rsidR="000B5C6E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015B8F" w:rsidP="009C54AE" w:rsidRDefault="000B5C6E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015B8F" w:rsidP="009C54AE" w:rsidRDefault="003E0601" w14:paraId="423D4B9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015B8F" w:rsidP="009C54AE" w:rsidRDefault="003E0601" w14:paraId="2598DEE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991119" w:rsidR="0030395F" w:rsidTr="55F8393D" w14:paraId="0E27B00A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91119" w:rsidR="0030395F" w:rsidP="009C54AE" w:rsidRDefault="0030395F" w14:paraId="60061E4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30395F" w:rsidP="009C54AE" w:rsidRDefault="0030395F" w14:paraId="44EAFD9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30395F" w:rsidP="009C54AE" w:rsidRDefault="0030395F" w14:paraId="4B94D5A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30395F" w:rsidP="009C54AE" w:rsidRDefault="0030395F" w14:paraId="3DEEC66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30395F" w:rsidP="009C54AE" w:rsidRDefault="0030395F" w14:paraId="3656B9A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30395F" w:rsidP="009C54AE" w:rsidRDefault="0030395F" w14:paraId="45FB081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30395F" w:rsidP="009C54AE" w:rsidRDefault="0030395F" w14:paraId="049F31C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30395F" w:rsidP="009C54AE" w:rsidRDefault="0030395F" w14:paraId="5312826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30395F" w:rsidP="009C54AE" w:rsidRDefault="0030395F" w14:paraId="62486C0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1119" w:rsidR="0030395F" w:rsidP="009C54AE" w:rsidRDefault="0030395F" w14:paraId="4101652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91119" w:rsidR="00923D7D" w:rsidP="009C54AE" w:rsidRDefault="00923D7D" w14:paraId="1299C43A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91119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91119">
        <w:rPr>
          <w:rFonts w:ascii="Corbel" w:hAnsi="Corbel"/>
          <w:smallCaps w:val="0"/>
          <w:szCs w:val="24"/>
        </w:rPr>
        <w:t>1.</w:t>
      </w:r>
      <w:r w:rsidRPr="00991119" w:rsidR="00E22FBC">
        <w:rPr>
          <w:rFonts w:ascii="Corbel" w:hAnsi="Corbel"/>
          <w:smallCaps w:val="0"/>
          <w:szCs w:val="24"/>
        </w:rPr>
        <w:t>2</w:t>
      </w:r>
      <w:r w:rsidRPr="00991119" w:rsidR="00F83B28">
        <w:rPr>
          <w:rFonts w:ascii="Corbel" w:hAnsi="Corbel"/>
          <w:smallCaps w:val="0"/>
          <w:szCs w:val="24"/>
        </w:rPr>
        <w:t>.</w:t>
      </w:r>
      <w:r w:rsidRPr="00991119" w:rsidR="00F83B28">
        <w:rPr>
          <w:rFonts w:ascii="Corbel" w:hAnsi="Corbel"/>
          <w:smallCaps w:val="0"/>
          <w:szCs w:val="24"/>
        </w:rPr>
        <w:tab/>
      </w:r>
      <w:r w:rsidRPr="00991119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91119" w:rsidR="0085747A" w:rsidP="00F83B28" w:rsidRDefault="003E0601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91119">
        <w:rPr>
          <w:rFonts w:ascii="Corbel" w:hAnsi="Corbel"/>
          <w:b w:val="0"/>
          <w:smallCaps w:val="0"/>
          <w:szCs w:val="24"/>
        </w:rPr>
        <w:t>X</w:t>
      </w:r>
      <w:r w:rsidRPr="00991119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91119" w:rsidR="0085747A" w:rsidP="00F83B28" w:rsidRDefault="002F11FB" w14:paraId="67326943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91119">
        <w:rPr>
          <w:rFonts w:ascii="Corbel" w:hAnsi="Corbel"/>
          <w:b w:val="0"/>
          <w:smallCaps w:val="0"/>
          <w:szCs w:val="24"/>
        </w:rPr>
        <w:t>X</w:t>
      </w:r>
      <w:r w:rsidRPr="00991119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91119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91119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91119">
        <w:rPr>
          <w:rFonts w:ascii="Corbel" w:hAnsi="Corbel"/>
          <w:smallCaps w:val="0"/>
          <w:szCs w:val="24"/>
        </w:rPr>
        <w:t xml:space="preserve">1.3 </w:t>
      </w:r>
      <w:r w:rsidRPr="00991119" w:rsidR="00F83B28">
        <w:rPr>
          <w:rFonts w:ascii="Corbel" w:hAnsi="Corbel"/>
          <w:smallCaps w:val="0"/>
          <w:szCs w:val="24"/>
        </w:rPr>
        <w:tab/>
      </w:r>
      <w:r w:rsidRPr="00991119">
        <w:rPr>
          <w:rFonts w:ascii="Corbel" w:hAnsi="Corbel"/>
          <w:smallCaps w:val="0"/>
          <w:szCs w:val="24"/>
        </w:rPr>
        <w:t>For</w:t>
      </w:r>
      <w:r w:rsidRPr="00991119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91119">
        <w:rPr>
          <w:rFonts w:ascii="Corbel" w:hAnsi="Corbel"/>
          <w:smallCaps w:val="0"/>
          <w:szCs w:val="24"/>
        </w:rPr>
        <w:t xml:space="preserve"> (z toku) </w:t>
      </w:r>
      <w:r w:rsidRPr="0099111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991119" w:rsidR="009C54AE" w:rsidP="009C54AE" w:rsidRDefault="009C54AE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91119" w:rsidR="003E0601" w:rsidP="003E0601" w:rsidRDefault="003E0601" w14:paraId="34E7ED3B" wp14:textId="77777777">
      <w:pPr>
        <w:spacing w:after="0" w:line="240" w:lineRule="auto"/>
        <w:jc w:val="both"/>
        <w:rPr>
          <w:rFonts w:ascii="Corbel" w:hAnsi="Corbel" w:eastAsia="Cambria"/>
        </w:rPr>
      </w:pPr>
      <w:r w:rsidRPr="00991119">
        <w:rPr>
          <w:rFonts w:ascii="Corbel" w:hAnsi="Corbel" w:eastAsia="Cambria"/>
        </w:rPr>
        <w:t>wykłady – egzamin</w:t>
      </w:r>
    </w:p>
    <w:p xmlns:wp14="http://schemas.microsoft.com/office/word/2010/wordml" w:rsidRPr="00991119" w:rsidR="003E0601" w:rsidP="003E0601" w:rsidRDefault="003E0601" w14:paraId="1A6B0441" wp14:textId="77777777">
      <w:pPr>
        <w:spacing w:after="0" w:line="240" w:lineRule="auto"/>
        <w:jc w:val="both"/>
        <w:rPr>
          <w:rFonts w:ascii="Corbel" w:hAnsi="Corbel" w:eastAsia="Cambria"/>
        </w:rPr>
      </w:pPr>
      <w:r w:rsidRPr="00991119">
        <w:rPr>
          <w:rFonts w:ascii="Corbel" w:hAnsi="Corbel" w:eastAsia="Cambria"/>
        </w:rPr>
        <w:t>ćwiczenia -  zaliczenie na ocenę</w:t>
      </w:r>
    </w:p>
    <w:p xmlns:wp14="http://schemas.microsoft.com/office/word/2010/wordml" w:rsidRPr="00991119" w:rsidR="003E0601" w:rsidP="003E0601" w:rsidRDefault="003E0601" w14:paraId="3CF2D8B6" wp14:textId="77777777">
      <w:pPr>
        <w:spacing w:after="0" w:line="240" w:lineRule="auto"/>
        <w:jc w:val="both"/>
        <w:rPr>
          <w:rFonts w:ascii="Corbel" w:hAnsi="Corbel" w:eastAsia="Cambria"/>
        </w:rPr>
      </w:pPr>
    </w:p>
    <w:p xmlns:wp14="http://schemas.microsoft.com/office/word/2010/wordml" w:rsidRPr="00991119" w:rsidR="003E0601" w:rsidP="003E0601" w:rsidRDefault="003E0601" w14:paraId="0FB78278" wp14:textId="7777777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xmlns:wp14="http://schemas.microsoft.com/office/word/2010/wordml" w:rsidRPr="00991119" w:rsidR="00E960BB" w:rsidP="009C54AE" w:rsidRDefault="00E960BB" w14:paraId="1FC3994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91119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55F8393D" w:rsidR="0085747A">
        <w:rPr>
          <w:rFonts w:ascii="Corbel" w:hAnsi="Corbel"/>
        </w:rPr>
        <w:t xml:space="preserve">2.Wymagania wstępne </w:t>
      </w:r>
    </w:p>
    <w:p w:rsidR="55F8393D" w:rsidP="55F8393D" w:rsidRDefault="55F8393D" w14:paraId="35A1C1B8" w14:textId="758A0DCE">
      <w:pPr>
        <w:pStyle w:val="Normalny"/>
        <w:spacing w:before="0" w:after="0"/>
        <w:rPr>
          <w:rFonts w:ascii="Calibri" w:hAnsi="Calibri" w:eastAsia="Calibri" w:cs="Times New Roman"/>
          <w:b w:val="1"/>
          <w:bCs w:val="1"/>
          <w:sz w:val="22"/>
          <w:szCs w:val="22"/>
        </w:rPr>
      </w:pPr>
    </w:p>
    <w:tbl>
      <w:tblPr>
        <w:tblW w:w="193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  <w:gridCol w:w="8425"/>
      </w:tblGrid>
      <w:tr xmlns:wp14="http://schemas.microsoft.com/office/word/2010/wordml" w:rsidRPr="00991119" w:rsidR="003E0601" w:rsidTr="55F8393D" w14:paraId="4C586645" wp14:textId="77777777">
        <w:trPr>
          <w:trHeight w:val="705"/>
        </w:trPr>
        <w:tc>
          <w:tcPr>
            <w:tcW w:w="10915" w:type="dxa"/>
            <w:tcMar/>
          </w:tcPr>
          <w:p w:rsidRPr="00991119" w:rsidR="003E0601" w:rsidP="55F8393D" w:rsidRDefault="003E0601" w14:paraId="34CE0A41" wp14:textId="4D73E080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5F8393D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Znajomość podstaw z zakresu prawa </w:t>
            </w:r>
            <w:r w:rsidRPr="55F8393D" w:rsidR="009C1F70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Unii Europejskiej</w:t>
            </w:r>
            <w:r w:rsidRPr="55F8393D" w:rsidR="7E3CFE85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.</w:t>
            </w:r>
          </w:p>
        </w:tc>
        <w:tc>
          <w:tcPr>
            <w:tcW w:w="8425" w:type="dxa"/>
            <w:tcMar/>
          </w:tcPr>
          <w:p w:rsidRPr="00991119" w:rsidR="003E0601" w:rsidP="003E0601" w:rsidRDefault="003E0601" w14:paraId="62EBF3C5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991119" w:rsidR="003E0601" w:rsidP="003E0601" w:rsidRDefault="003E0601" w14:paraId="6D98A12B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Pr="00991119" w:rsidR="00153C41" w:rsidP="009C54AE" w:rsidRDefault="00153C41" w14:paraId="2946DB82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991119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91119">
        <w:rPr>
          <w:rFonts w:ascii="Corbel" w:hAnsi="Corbel"/>
          <w:szCs w:val="24"/>
        </w:rPr>
        <w:t>3.</w:t>
      </w:r>
      <w:r w:rsidRPr="00991119" w:rsidR="0085747A">
        <w:rPr>
          <w:rFonts w:ascii="Corbel" w:hAnsi="Corbel"/>
          <w:szCs w:val="24"/>
        </w:rPr>
        <w:t xml:space="preserve"> </w:t>
      </w:r>
      <w:r w:rsidRPr="00991119" w:rsidR="00A84C85">
        <w:rPr>
          <w:rFonts w:ascii="Corbel" w:hAnsi="Corbel"/>
          <w:szCs w:val="24"/>
        </w:rPr>
        <w:t>cele, efekty uczenia się</w:t>
      </w:r>
      <w:r w:rsidRPr="00991119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991119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991119" w:rsidR="0085747A" w:rsidP="003A6964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91119">
        <w:rPr>
          <w:rFonts w:ascii="Corbel" w:hAnsi="Corbel"/>
          <w:sz w:val="24"/>
          <w:szCs w:val="24"/>
        </w:rPr>
        <w:t xml:space="preserve">3.1 </w:t>
      </w:r>
      <w:r w:rsidRPr="00991119"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xmlns:wp14="http://schemas.microsoft.com/office/word/2010/wordml" w:rsidRPr="00991119" w:rsidR="003E0601" w:rsidTr="00F13881" w14:paraId="62255D1C" wp14:textId="77777777">
        <w:tc>
          <w:tcPr>
            <w:tcW w:w="675" w:type="dxa"/>
            <w:vAlign w:val="center"/>
          </w:tcPr>
          <w:p w:rsidRPr="00991119" w:rsidR="003E0601" w:rsidP="00F13881" w:rsidRDefault="003E0601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91119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991119" w:rsidR="003E0601" w:rsidP="002B385C" w:rsidRDefault="001A14F6" w14:paraId="1ED84F25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991119">
              <w:rPr>
                <w:rFonts w:ascii="Corbel" w:hAnsi="Corbel"/>
                <w:b w:val="0"/>
                <w:bCs/>
                <w:szCs w:val="22"/>
              </w:rPr>
              <w:t xml:space="preserve">Zapoznanie z </w:t>
            </w:r>
            <w:r w:rsidRPr="00991119" w:rsidR="00B16519">
              <w:rPr>
                <w:rFonts w:ascii="Corbel" w:hAnsi="Corbel"/>
                <w:b w:val="0"/>
                <w:bCs/>
                <w:szCs w:val="22"/>
              </w:rPr>
              <w:t>podstawami</w:t>
            </w:r>
            <w:r w:rsidRPr="00991119" w:rsidR="002B385C">
              <w:rPr>
                <w:rFonts w:ascii="Corbel" w:hAnsi="Corbel"/>
                <w:b w:val="0"/>
                <w:bCs/>
                <w:szCs w:val="22"/>
              </w:rPr>
              <w:t xml:space="preserve"> prawo-instytucjonalnego systemem</w:t>
            </w:r>
            <w:r w:rsidRPr="00991119" w:rsidR="00B16519">
              <w:rPr>
                <w:rFonts w:ascii="Corbel" w:hAnsi="Corbel"/>
                <w:b w:val="0"/>
                <w:bCs/>
                <w:szCs w:val="22"/>
              </w:rPr>
              <w:t xml:space="preserve"> Unii Europejskiej</w:t>
            </w:r>
            <w:r w:rsidRPr="00991119" w:rsidR="00FD3527">
              <w:rPr>
                <w:rFonts w:ascii="Corbel" w:hAnsi="Corbel"/>
                <w:b w:val="0"/>
                <w:bCs/>
                <w:szCs w:val="22"/>
              </w:rPr>
              <w:t>.</w:t>
            </w:r>
          </w:p>
        </w:tc>
      </w:tr>
      <w:tr xmlns:wp14="http://schemas.microsoft.com/office/word/2010/wordml" w:rsidRPr="00991119" w:rsidR="003E0601" w:rsidTr="00F13881" w14:paraId="38AB2E52" wp14:textId="77777777">
        <w:tc>
          <w:tcPr>
            <w:tcW w:w="675" w:type="dxa"/>
            <w:vAlign w:val="center"/>
          </w:tcPr>
          <w:p w:rsidRPr="00991119" w:rsidR="003E0601" w:rsidP="00F13881" w:rsidRDefault="003E0601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991119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Pr="00991119" w:rsidR="003E0601" w:rsidP="002B385C" w:rsidRDefault="00B16519" w14:paraId="099EB317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91119">
              <w:rPr>
                <w:rFonts w:ascii="Corbel" w:hAnsi="Corbel"/>
                <w:b w:val="0"/>
                <w:szCs w:val="22"/>
              </w:rPr>
              <w:t xml:space="preserve">Przedstawienie </w:t>
            </w:r>
            <w:r w:rsidRPr="00991119" w:rsidR="002B385C">
              <w:rPr>
                <w:rFonts w:ascii="Corbel" w:hAnsi="Corbel"/>
                <w:b w:val="0"/>
                <w:szCs w:val="22"/>
              </w:rPr>
              <w:t>historii integracji europejskiej</w:t>
            </w:r>
            <w:r w:rsidRPr="00991119" w:rsidR="00FD3527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xmlns:wp14="http://schemas.microsoft.com/office/word/2010/wordml" w:rsidRPr="00991119" w:rsidR="003E0601" w:rsidTr="00F13881" w14:paraId="688D5979" wp14:textId="77777777">
        <w:tc>
          <w:tcPr>
            <w:tcW w:w="675" w:type="dxa"/>
            <w:vAlign w:val="center"/>
          </w:tcPr>
          <w:p w:rsidRPr="00991119" w:rsidR="003E0601" w:rsidP="00F13881" w:rsidRDefault="003E0601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91119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:rsidRPr="00991119" w:rsidR="003E0601" w:rsidP="00B16519" w:rsidRDefault="002B385C" w14:paraId="401B7F44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991119">
              <w:rPr>
                <w:rFonts w:ascii="Corbel" w:hAnsi="Corbel"/>
                <w:b w:val="0"/>
                <w:szCs w:val="22"/>
              </w:rPr>
              <w:t>Przedstawienie instytucji i agencji wyspecjalizowanych Unii Europejskiej</w:t>
            </w:r>
            <w:r w:rsidRPr="00991119" w:rsidR="00FD3527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xmlns:wp14="http://schemas.microsoft.com/office/word/2010/wordml" w:rsidRPr="00991119" w:rsidR="003E0601" w:rsidTr="00F13881" w14:paraId="78227558" wp14:textId="77777777">
        <w:tc>
          <w:tcPr>
            <w:tcW w:w="675" w:type="dxa"/>
            <w:vAlign w:val="center"/>
          </w:tcPr>
          <w:p w:rsidRPr="00991119" w:rsidR="003E0601" w:rsidP="00F13881" w:rsidRDefault="003E0601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91119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Pr="00991119" w:rsidR="003E0601" w:rsidP="002B385C" w:rsidRDefault="002B385C" w14:paraId="7DCC819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91119">
              <w:rPr>
                <w:rFonts w:ascii="Corbel" w:hAnsi="Corbel"/>
                <w:b w:val="0"/>
                <w:szCs w:val="22"/>
              </w:rPr>
              <w:t>A</w:t>
            </w:r>
            <w:r w:rsidRPr="00991119" w:rsidR="003E0601">
              <w:rPr>
                <w:rFonts w:ascii="Corbel" w:hAnsi="Corbel"/>
                <w:b w:val="0"/>
                <w:szCs w:val="22"/>
              </w:rPr>
              <w:t xml:space="preserve">naliza </w:t>
            </w:r>
            <w:r w:rsidRPr="00991119">
              <w:rPr>
                <w:rFonts w:ascii="Corbel" w:hAnsi="Corbel"/>
                <w:b w:val="0"/>
                <w:szCs w:val="22"/>
              </w:rPr>
              <w:t>systemu instytucjonalnego Unii Europejskiej</w:t>
            </w:r>
            <w:r w:rsidRPr="00991119" w:rsidR="00FD3527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xmlns:wp14="http://schemas.microsoft.com/office/word/2010/wordml" w:rsidRPr="00991119" w:rsidR="00F83B28" w:rsidP="009C54AE" w:rsidRDefault="00F83B28" w14:paraId="110FFD37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xmlns:wp14="http://schemas.microsoft.com/office/word/2010/wordml" w:rsidRPr="00991119" w:rsidR="0085747A" w:rsidP="009C54AE" w:rsidRDefault="0085747A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91119" w:rsidR="001D7B54" w:rsidP="003A6964" w:rsidRDefault="009F4610" w14:paraId="47F42425" wp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91119">
        <w:rPr>
          <w:rFonts w:ascii="Corbel" w:hAnsi="Corbel"/>
          <w:b/>
          <w:sz w:val="24"/>
          <w:szCs w:val="24"/>
        </w:rPr>
        <w:t xml:space="preserve">3.2 </w:t>
      </w:r>
      <w:r w:rsidRPr="00991119" w:rsidR="001D7B54">
        <w:rPr>
          <w:rFonts w:ascii="Corbel" w:hAnsi="Corbel"/>
          <w:b/>
          <w:sz w:val="24"/>
          <w:szCs w:val="24"/>
        </w:rPr>
        <w:t xml:space="preserve">Efekty </w:t>
      </w:r>
      <w:r w:rsidRPr="00991119" w:rsidR="00C05F44">
        <w:rPr>
          <w:rFonts w:ascii="Corbel" w:hAnsi="Corbel"/>
          <w:b/>
          <w:sz w:val="24"/>
          <w:szCs w:val="24"/>
        </w:rPr>
        <w:t xml:space="preserve">uczenia się </w:t>
      </w:r>
      <w:r w:rsidRPr="00991119" w:rsidR="001D7B54">
        <w:rPr>
          <w:rFonts w:ascii="Corbel" w:hAnsi="Corbel"/>
          <w:b/>
          <w:sz w:val="24"/>
          <w:szCs w:val="24"/>
        </w:rPr>
        <w:t>dla przedmiotu</w:t>
      </w:r>
      <w:r w:rsidRPr="00991119"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91119" w:rsidR="001D7B54" w:rsidP="009C54AE" w:rsidRDefault="001D7B54" w14:paraId="3FE9F23F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80"/>
        <w:gridCol w:w="1862"/>
      </w:tblGrid>
      <w:tr xmlns:wp14="http://schemas.microsoft.com/office/word/2010/wordml" w:rsidRPr="00991119" w:rsidR="003E0601" w:rsidTr="55F8393D" w14:paraId="305B2439" wp14:textId="77777777">
        <w:tc>
          <w:tcPr>
            <w:tcW w:w="1701" w:type="dxa"/>
            <w:tcMar/>
          </w:tcPr>
          <w:p w:rsidRPr="00991119" w:rsidR="003E0601" w:rsidP="00F13881" w:rsidRDefault="003E0601" w14:paraId="3F7C574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smallCaps w:val="0"/>
                <w:sz w:val="22"/>
              </w:rPr>
              <w:t>EK</w:t>
            </w: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 ( efekt </w:t>
            </w:r>
            <w:r w:rsidRPr="00991119" w:rsidR="004C4D02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Pr="00991119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Pr="00991119" w:rsidR="003E0601" w:rsidP="00F13881" w:rsidRDefault="003E0601" w14:paraId="1F72F6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  <w:tcMar/>
          </w:tcPr>
          <w:p w:rsidRPr="00991119" w:rsidR="003E0601" w:rsidP="55F8393D" w:rsidRDefault="003E0601" w14:paraId="4275A3CC" wp14:textId="336898A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5F8393D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Treść efektu </w:t>
            </w:r>
            <w:r w:rsidRPr="55F8393D" w:rsidR="34C03E85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uczenia się</w:t>
            </w:r>
            <w:r w:rsidRPr="55F8393D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zdefiniowanego dla przedmiotu </w:t>
            </w:r>
          </w:p>
        </w:tc>
        <w:tc>
          <w:tcPr>
            <w:tcW w:w="1873" w:type="dxa"/>
            <w:tcMar/>
          </w:tcPr>
          <w:p w:rsidRPr="00991119" w:rsidR="003E0601" w:rsidP="55F8393D" w:rsidRDefault="003E0601" w14:paraId="2604385B" wp14:textId="5098B666">
            <w:pPr>
              <w:pStyle w:val="Punktygwne"/>
              <w:spacing w:before="0" w:after="0"/>
              <w:rPr>
                <w:rFonts w:ascii="Corbel" w:hAnsi="Corbel"/>
                <w:caps w:val="0"/>
                <w:smallCaps w:val="0"/>
                <w:sz w:val="22"/>
                <w:szCs w:val="22"/>
              </w:rPr>
            </w:pPr>
            <w:r w:rsidRPr="55F8393D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Odniesienie do efektów  kierunkowych </w:t>
            </w:r>
          </w:p>
        </w:tc>
      </w:tr>
      <w:tr xmlns:wp14="http://schemas.microsoft.com/office/word/2010/wordml" w:rsidRPr="00991119" w:rsidR="003E0601" w:rsidTr="55F8393D" w14:paraId="145CEB50" wp14:textId="77777777">
        <w:tc>
          <w:tcPr>
            <w:tcW w:w="1701" w:type="dxa"/>
            <w:tcMar/>
          </w:tcPr>
          <w:p w:rsidRPr="00991119" w:rsidR="003E0601" w:rsidP="00F13881" w:rsidRDefault="003E0601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91119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91119" w:rsidR="003E0601" w:rsidP="002B385C" w:rsidRDefault="003E0601" w14:paraId="57C496C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definiuje podstawowe pojęcia prawa </w:t>
            </w:r>
            <w:r w:rsidRPr="00991119" w:rsidR="002B385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Unii Europejskiej</w:t>
            </w:r>
          </w:p>
        </w:tc>
        <w:tc>
          <w:tcPr>
            <w:tcW w:w="1873" w:type="dxa"/>
            <w:tcMar/>
          </w:tcPr>
          <w:p w:rsidRPr="00991119" w:rsidR="003E0601" w:rsidP="00F13881" w:rsidRDefault="0055348E" w14:paraId="7800619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991119" w:rsidR="0056219E">
              <w:rPr>
                <w:rFonts w:ascii="Corbel" w:hAnsi="Corbel"/>
                <w:b w:val="0"/>
                <w:smallCaps w:val="0"/>
                <w:sz w:val="22"/>
              </w:rPr>
              <w:t>_W01,</w:t>
            </w:r>
          </w:p>
        </w:tc>
      </w:tr>
      <w:tr xmlns:wp14="http://schemas.microsoft.com/office/word/2010/wordml" w:rsidRPr="00991119" w:rsidR="003E0601" w:rsidTr="55F8393D" w14:paraId="59049B06" wp14:textId="77777777">
        <w:tc>
          <w:tcPr>
            <w:tcW w:w="1701" w:type="dxa"/>
            <w:tcMar/>
          </w:tcPr>
          <w:p w:rsidRPr="00991119" w:rsidR="003E0601" w:rsidP="00F13881" w:rsidRDefault="003E0601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tcMar/>
          </w:tcPr>
          <w:p w:rsidRPr="00991119" w:rsidR="003E0601" w:rsidP="002B385C" w:rsidRDefault="0076087B" w14:paraId="64B69E0C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wyjaśnia procesy </w:t>
            </w:r>
            <w:r w:rsidRPr="00991119" w:rsidR="002B385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integracyjne na kontynencie europejskim</w:t>
            </w:r>
            <w:r w:rsidRPr="0099111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</w:t>
            </w:r>
            <w:r w:rsidRPr="00991119" w:rsidR="002B385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ich uwarunkowania i konsekwencje</w:t>
            </w:r>
          </w:p>
        </w:tc>
        <w:tc>
          <w:tcPr>
            <w:tcW w:w="1873" w:type="dxa"/>
            <w:tcMar/>
          </w:tcPr>
          <w:p w:rsidRPr="00991119" w:rsidR="003E0601" w:rsidP="0055348E" w:rsidRDefault="0055348E" w14:paraId="60BBC99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991119" w:rsidR="00AA2417">
              <w:rPr>
                <w:rFonts w:ascii="Corbel" w:hAnsi="Corbel"/>
                <w:b w:val="0"/>
                <w:smallCaps w:val="0"/>
                <w:sz w:val="22"/>
              </w:rPr>
              <w:t>_W02</w:t>
            </w:r>
            <w:r w:rsidRPr="00991119" w:rsidR="0056219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</w:tr>
      <w:tr xmlns:wp14="http://schemas.microsoft.com/office/word/2010/wordml" w:rsidRPr="00991119" w:rsidR="003E0601" w:rsidTr="55F8393D" w14:paraId="2A9424FB" wp14:textId="77777777">
        <w:tc>
          <w:tcPr>
            <w:tcW w:w="1701" w:type="dxa"/>
            <w:tcMar/>
          </w:tcPr>
          <w:p w:rsidRPr="00991119" w:rsidR="003E0601" w:rsidP="00F13881" w:rsidRDefault="003E0601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  <w:tcMar/>
          </w:tcPr>
          <w:p w:rsidRPr="00991119" w:rsidR="003E0601" w:rsidP="002B385C" w:rsidRDefault="003E0601" w14:paraId="32FE46EE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identyfikuje </w:t>
            </w:r>
            <w:r w:rsidRPr="00991119" w:rsidR="0076087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podstawowe instytucje</w:t>
            </w:r>
            <w:r w:rsidRPr="00991119" w:rsidR="002B385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Unii Europejskiej oraz potrafi wskazać ich rolę w procesie decyzyjnym</w:t>
            </w:r>
          </w:p>
        </w:tc>
        <w:tc>
          <w:tcPr>
            <w:tcW w:w="1873" w:type="dxa"/>
            <w:tcMar/>
          </w:tcPr>
          <w:p w:rsidRPr="00991119" w:rsidR="003E0601" w:rsidP="0055348E" w:rsidRDefault="001E08B3" w14:paraId="36312A2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991119" w:rsidR="0056219E">
              <w:rPr>
                <w:rFonts w:ascii="Corbel" w:hAnsi="Corbel"/>
                <w:b w:val="0"/>
                <w:smallCaps w:val="0"/>
                <w:sz w:val="22"/>
              </w:rPr>
              <w:t>_W02</w:t>
            </w:r>
            <w:r w:rsidRPr="00991119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</w:tr>
      <w:tr xmlns:wp14="http://schemas.microsoft.com/office/word/2010/wordml" w:rsidRPr="00991119" w:rsidR="003E0601" w:rsidTr="55F8393D" w14:paraId="0DF1668F" wp14:textId="77777777">
        <w:tc>
          <w:tcPr>
            <w:tcW w:w="1701" w:type="dxa"/>
            <w:tcMar/>
          </w:tcPr>
          <w:p w:rsidRPr="00991119" w:rsidR="003E0601" w:rsidP="00F13881" w:rsidRDefault="003E0601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  <w:tcMar/>
          </w:tcPr>
          <w:p w:rsidRPr="00991119" w:rsidR="003E0601" w:rsidP="002B385C" w:rsidRDefault="003E0601" w14:paraId="2E6C906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charakt</w:t>
            </w:r>
            <w:r w:rsidRPr="00991119" w:rsidR="0076087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eryzuje </w:t>
            </w:r>
            <w:r w:rsidRPr="00991119" w:rsidR="002B385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zagadnienia związane z prawem UE oraz posiada wiedzę o źródłach tego prawa</w:t>
            </w:r>
          </w:p>
        </w:tc>
        <w:tc>
          <w:tcPr>
            <w:tcW w:w="1873" w:type="dxa"/>
            <w:tcMar/>
          </w:tcPr>
          <w:p w:rsidRPr="00991119" w:rsidR="001E08B3" w:rsidP="0055348E" w:rsidRDefault="004015FE" w14:paraId="4EBD627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K_U03,</w:t>
            </w:r>
          </w:p>
        </w:tc>
      </w:tr>
      <w:tr xmlns:wp14="http://schemas.microsoft.com/office/word/2010/wordml" w:rsidRPr="00991119" w:rsidR="003E0601" w:rsidTr="55F8393D" w14:paraId="6E923B57" wp14:textId="77777777">
        <w:tc>
          <w:tcPr>
            <w:tcW w:w="1701" w:type="dxa"/>
            <w:tcMar/>
          </w:tcPr>
          <w:p w:rsidRPr="00991119" w:rsidR="003E0601" w:rsidP="00F13881" w:rsidRDefault="003E0601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  <w:tcMar/>
          </w:tcPr>
          <w:p w:rsidRPr="00991119" w:rsidR="003E0601" w:rsidP="009A2C88" w:rsidRDefault="003E0601" w14:paraId="031C8E47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ocenia </w:t>
            </w:r>
            <w:r w:rsidRPr="00991119" w:rsidR="009A2C8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stan faktyczny w świetle odpowiednich regulacji prawa Unii Europejskiej oraz wybranego orzecznictwa Trybunału Sprawiedliwości UE</w:t>
            </w:r>
          </w:p>
        </w:tc>
        <w:tc>
          <w:tcPr>
            <w:tcW w:w="1873" w:type="dxa"/>
            <w:tcMar/>
          </w:tcPr>
          <w:p w:rsidRPr="00991119" w:rsidR="004015FE" w:rsidP="004015FE" w:rsidRDefault="004015FE" w14:paraId="1D5AF89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K_W02,</w:t>
            </w:r>
          </w:p>
          <w:p w:rsidRPr="00991119" w:rsidR="004015FE" w:rsidP="004015FE" w:rsidRDefault="004015FE" w14:paraId="079EA2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K_W07,</w:t>
            </w:r>
          </w:p>
          <w:p w:rsidRPr="00991119" w:rsidR="003E0601" w:rsidP="001E08B3" w:rsidRDefault="003E0601" w14:paraId="08CE6F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xmlns:wp14="http://schemas.microsoft.com/office/word/2010/wordml" w:rsidRPr="00991119" w:rsidR="003E0601" w:rsidTr="55F8393D" w14:paraId="62A2AB9F" wp14:textId="77777777">
        <w:tc>
          <w:tcPr>
            <w:tcW w:w="1701" w:type="dxa"/>
            <w:tcMar/>
          </w:tcPr>
          <w:p w:rsidRPr="00991119" w:rsidR="003E0601" w:rsidP="00F13881" w:rsidRDefault="003E0601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  <w:tcMar/>
          </w:tcPr>
          <w:p w:rsidRPr="00991119" w:rsidR="003E0601" w:rsidP="009A2C88" w:rsidRDefault="0076087B" w14:paraId="6E7E35FC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potrafi </w:t>
            </w:r>
            <w:r w:rsidRPr="00991119" w:rsidR="009A2C8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wykorzystać podstawową wiedzę teoretyczną i pozyskiwać dane do analizowania konkretnych procesów i zjawisk społecznych w administracji w europejskim kontekście</w:t>
            </w:r>
          </w:p>
        </w:tc>
        <w:tc>
          <w:tcPr>
            <w:tcW w:w="1873" w:type="dxa"/>
            <w:tcMar/>
          </w:tcPr>
          <w:p w:rsidRPr="00991119" w:rsidR="001E08B3" w:rsidP="001E08B3" w:rsidRDefault="004015FE" w14:paraId="3D5B85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K_U04,</w:t>
            </w:r>
          </w:p>
          <w:p w:rsidRPr="00991119" w:rsidR="003E0601" w:rsidP="00F13881" w:rsidRDefault="003E0601" w14:paraId="61CDCE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xmlns:wp14="http://schemas.microsoft.com/office/word/2010/wordml" w:rsidRPr="00991119" w:rsidR="003E0601" w:rsidTr="55F8393D" w14:paraId="16147EED" wp14:textId="77777777">
        <w:tc>
          <w:tcPr>
            <w:tcW w:w="1701" w:type="dxa"/>
            <w:tcMar/>
          </w:tcPr>
          <w:p w:rsidRPr="00991119" w:rsidR="003E0601" w:rsidP="00F13881" w:rsidRDefault="003E0601" w14:paraId="55CE86D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  <w:tcMar/>
          </w:tcPr>
          <w:p w:rsidRPr="00991119" w:rsidR="003E0601" w:rsidP="00FD3527" w:rsidRDefault="003E0601" w14:paraId="542EE11E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poddaje </w:t>
            </w:r>
            <w:r w:rsidRPr="00991119" w:rsidR="009A2C8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starannej analizie działania instytucji i agencji wyspecjalizowanych Unii Europejskiej </w:t>
            </w:r>
          </w:p>
        </w:tc>
        <w:tc>
          <w:tcPr>
            <w:tcW w:w="1873" w:type="dxa"/>
            <w:tcMar/>
          </w:tcPr>
          <w:p w:rsidRPr="00991119" w:rsidR="003E0601" w:rsidP="00F13881" w:rsidRDefault="0055348E" w14:paraId="64C88C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Pr="00991119" w:rsidR="004015FE">
              <w:rPr>
                <w:rFonts w:ascii="Corbel" w:hAnsi="Corbel"/>
                <w:b w:val="0"/>
                <w:smallCaps w:val="0"/>
                <w:sz w:val="22"/>
              </w:rPr>
              <w:t>U06,</w:t>
            </w:r>
          </w:p>
          <w:p w:rsidRPr="00991119" w:rsidR="003E0601" w:rsidP="001E08B3" w:rsidRDefault="003E0601" w14:paraId="6BB9E2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xmlns:wp14="http://schemas.microsoft.com/office/word/2010/wordml" w:rsidRPr="00991119" w:rsidR="003E0601" w:rsidTr="55F8393D" w14:paraId="4B78F33B" wp14:textId="77777777">
        <w:tc>
          <w:tcPr>
            <w:tcW w:w="1701" w:type="dxa"/>
            <w:tcMar/>
          </w:tcPr>
          <w:p w:rsidRPr="00991119" w:rsidR="003E0601" w:rsidP="00F13881" w:rsidRDefault="009A2C88" w14:paraId="30AC254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  <w:tcMar/>
          </w:tcPr>
          <w:p w:rsidRPr="00991119" w:rsidR="003E0601" w:rsidP="002F1B81" w:rsidRDefault="009A2C88" w14:paraId="2623F82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zachowuje otwartość w dyskusji nad aktualnymi wydarzeniami na arenie Unii Europejskiej oraz posługuje się posiadaną wiedzą</w:t>
            </w:r>
          </w:p>
        </w:tc>
        <w:tc>
          <w:tcPr>
            <w:tcW w:w="1873" w:type="dxa"/>
            <w:tcMar/>
          </w:tcPr>
          <w:p w:rsidRPr="00991119" w:rsidR="003E0601" w:rsidP="003E0601" w:rsidRDefault="0055348E" w14:paraId="1E1AB1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991119" w:rsidR="00AA2417">
              <w:rPr>
                <w:rFonts w:ascii="Corbel" w:hAnsi="Corbel"/>
                <w:b w:val="0"/>
                <w:smallCaps w:val="0"/>
                <w:sz w:val="22"/>
              </w:rPr>
              <w:t>_U07</w:t>
            </w:r>
            <w:r w:rsidRPr="00991119" w:rsidR="004015F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</w:tr>
      <w:tr xmlns:wp14="http://schemas.microsoft.com/office/word/2010/wordml" w:rsidRPr="00991119" w:rsidR="003E0601" w:rsidTr="55F8393D" w14:paraId="64AA3C0E" wp14:textId="77777777">
        <w:tc>
          <w:tcPr>
            <w:tcW w:w="1701" w:type="dxa"/>
            <w:tcMar/>
          </w:tcPr>
          <w:p w:rsidRPr="00991119" w:rsidR="003E0601" w:rsidP="00F13881" w:rsidRDefault="009A2C88" w14:paraId="563D41B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  <w:tcMar/>
          </w:tcPr>
          <w:p w:rsidRPr="00991119" w:rsidR="003E0601" w:rsidP="009A2C88" w:rsidRDefault="009A2C88" w14:paraId="378D4A0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śledzi procesy decyzyjne zachodzące w Unii Europejskiej</w:t>
            </w:r>
          </w:p>
        </w:tc>
        <w:tc>
          <w:tcPr>
            <w:tcW w:w="1873" w:type="dxa"/>
            <w:tcMar/>
          </w:tcPr>
          <w:p w:rsidRPr="00991119" w:rsidR="003E0601" w:rsidP="003E0601" w:rsidRDefault="001E08B3" w14:paraId="096C8C7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991119" w:rsidR="004015FE">
              <w:rPr>
                <w:rFonts w:ascii="Corbel" w:hAnsi="Corbel"/>
                <w:b w:val="0"/>
                <w:smallCaps w:val="0"/>
                <w:sz w:val="22"/>
              </w:rPr>
              <w:t>_K02</w:t>
            </w:r>
            <w:r w:rsidRPr="00991119" w:rsidR="005534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</w:tr>
    </w:tbl>
    <w:p xmlns:wp14="http://schemas.microsoft.com/office/word/2010/wordml" w:rsidRPr="00991119" w:rsidR="0085747A" w:rsidP="009C54AE" w:rsidRDefault="0085747A" w14:paraId="23DE523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91119" w:rsidR="004015FE" w:rsidP="009C54AE" w:rsidRDefault="004015FE" w14:paraId="52E56223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991119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91119">
        <w:rPr>
          <w:rFonts w:ascii="Corbel" w:hAnsi="Corbel"/>
          <w:b/>
          <w:sz w:val="24"/>
          <w:szCs w:val="24"/>
        </w:rPr>
        <w:t>3.3</w:t>
      </w:r>
      <w:r w:rsidRPr="00991119" w:rsidR="001D7B54">
        <w:rPr>
          <w:rFonts w:ascii="Corbel" w:hAnsi="Corbel"/>
          <w:b/>
          <w:sz w:val="24"/>
          <w:szCs w:val="24"/>
        </w:rPr>
        <w:t xml:space="preserve"> </w:t>
      </w:r>
      <w:r w:rsidRPr="00991119" w:rsidR="0085747A">
        <w:rPr>
          <w:rFonts w:ascii="Corbel" w:hAnsi="Corbel"/>
          <w:b/>
          <w:sz w:val="24"/>
          <w:szCs w:val="24"/>
        </w:rPr>
        <w:t>T</w:t>
      </w:r>
      <w:r w:rsidRPr="00991119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991119"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91119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/>
          <w:sz w:val="24"/>
          <w:szCs w:val="24"/>
        </w:rPr>
      </w:pPr>
      <w:r w:rsidRPr="00991119">
        <w:rPr>
          <w:rFonts w:ascii="Corbel" w:hAnsi="Corbel"/>
          <w:color w:val="000000"/>
          <w:sz w:val="24"/>
          <w:szCs w:val="24"/>
        </w:rPr>
        <w:t xml:space="preserve">Problematyka wykładu </w:t>
      </w:r>
    </w:p>
    <w:tbl>
      <w:tblPr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521"/>
      </w:tblGrid>
      <w:tr xmlns:wp14="http://schemas.microsoft.com/office/word/2010/wordml" w:rsidRPr="00991119" w:rsidR="00991119" w:rsidTr="55F8393D" w14:paraId="587EA2A8" wp14:textId="77777777">
        <w:tc>
          <w:tcPr>
            <w:tcW w:w="6521" w:type="dxa"/>
            <w:tcMar/>
          </w:tcPr>
          <w:p w:rsidRPr="00991119" w:rsidR="00991119" w:rsidP="00F13881" w:rsidRDefault="00991119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</w:rPr>
            </w:pPr>
            <w:r w:rsidRPr="00991119">
              <w:rPr>
                <w:rFonts w:ascii="Corbel" w:hAnsi="Corbel"/>
                <w:color w:val="000000"/>
              </w:rPr>
              <w:t>Treści merytoryczne</w:t>
            </w:r>
          </w:p>
        </w:tc>
      </w:tr>
      <w:tr xmlns:wp14="http://schemas.microsoft.com/office/word/2010/wordml" w:rsidRPr="00991119" w:rsidR="00991119" w:rsidTr="55F8393D" w14:paraId="4EA27FED" wp14:textId="77777777">
        <w:trPr>
          <w:trHeight w:val="284"/>
        </w:trPr>
        <w:tc>
          <w:tcPr>
            <w:tcW w:w="6521" w:type="dxa"/>
            <w:tcMar/>
          </w:tcPr>
          <w:p w:rsidRPr="00991119" w:rsidR="00991119" w:rsidP="00AA2417" w:rsidRDefault="00991119" w14:paraId="78353AD7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</w:rPr>
            </w:pPr>
            <w:r w:rsidRPr="00991119">
              <w:rPr>
                <w:rFonts w:ascii="Corbel" w:hAnsi="Corbel"/>
                <w:color w:val="000000"/>
                <w:w w:val="103"/>
              </w:rPr>
              <w:t>Podstawowe zagadnienia dot. Unii Europejskiej</w:t>
            </w:r>
          </w:p>
        </w:tc>
      </w:tr>
      <w:tr xmlns:wp14="http://schemas.microsoft.com/office/word/2010/wordml" w:rsidRPr="00991119" w:rsidR="00991119" w:rsidTr="55F8393D" w14:paraId="07DA59C4" wp14:textId="77777777">
        <w:trPr>
          <w:trHeight w:val="260"/>
        </w:trPr>
        <w:tc>
          <w:tcPr>
            <w:tcW w:w="6521" w:type="dxa"/>
            <w:tcMar/>
          </w:tcPr>
          <w:p w:rsidRPr="00991119" w:rsidR="00991119" w:rsidP="00AA2417" w:rsidRDefault="00991119" w14:paraId="660613C6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  <w:w w:val="103"/>
              </w:rPr>
            </w:pPr>
            <w:r w:rsidRPr="00991119">
              <w:rPr>
                <w:rFonts w:ascii="Corbel" w:hAnsi="Corbel"/>
                <w:color w:val="000000"/>
                <w:w w:val="103"/>
              </w:rPr>
              <w:t>Zasady funkcjonowania systemu instytucjonalnego UE</w:t>
            </w:r>
          </w:p>
        </w:tc>
      </w:tr>
      <w:tr xmlns:wp14="http://schemas.microsoft.com/office/word/2010/wordml" w:rsidRPr="00991119" w:rsidR="00991119" w:rsidTr="55F8393D" w14:paraId="798B4E58" wp14:textId="77777777">
        <w:trPr>
          <w:trHeight w:val="225"/>
        </w:trPr>
        <w:tc>
          <w:tcPr>
            <w:tcW w:w="6521" w:type="dxa"/>
            <w:tcMar/>
          </w:tcPr>
          <w:p w:rsidRPr="00991119" w:rsidR="00991119" w:rsidP="00AA2417" w:rsidRDefault="00991119" w14:paraId="10CB2966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  <w:w w:val="103"/>
              </w:rPr>
            </w:pPr>
            <w:r w:rsidRPr="00991119">
              <w:rPr>
                <w:rFonts w:ascii="Corbel" w:hAnsi="Corbel"/>
                <w:color w:val="000000"/>
                <w:w w:val="103"/>
              </w:rPr>
              <w:t>Katalog instytucji i organów UE oraz ich charakter prawny</w:t>
            </w:r>
          </w:p>
        </w:tc>
      </w:tr>
      <w:tr xmlns:wp14="http://schemas.microsoft.com/office/word/2010/wordml" w:rsidRPr="00991119" w:rsidR="00991119" w:rsidTr="55F8393D" w14:paraId="6DB41919" wp14:textId="77777777">
        <w:trPr>
          <w:trHeight w:val="274"/>
        </w:trPr>
        <w:tc>
          <w:tcPr>
            <w:tcW w:w="6521" w:type="dxa"/>
            <w:tcMar/>
          </w:tcPr>
          <w:p w:rsidRPr="00991119" w:rsidR="00991119" w:rsidP="00CA4440" w:rsidRDefault="00991119" w14:paraId="4BE2A37F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  <w:w w:val="103"/>
              </w:rPr>
            </w:pPr>
            <w:r w:rsidRPr="00991119">
              <w:rPr>
                <w:rFonts w:ascii="Corbel" w:hAnsi="Corbel"/>
                <w:color w:val="000000"/>
                <w:w w:val="103"/>
              </w:rPr>
              <w:t xml:space="preserve">Agencje w systemie instytucjonalnym UE </w:t>
            </w:r>
          </w:p>
        </w:tc>
      </w:tr>
      <w:tr xmlns:wp14="http://schemas.microsoft.com/office/word/2010/wordml" w:rsidRPr="00991119" w:rsidR="00991119" w:rsidTr="55F8393D" w14:paraId="628D5B90" wp14:textId="77777777">
        <w:trPr>
          <w:trHeight w:val="300"/>
        </w:trPr>
        <w:tc>
          <w:tcPr>
            <w:tcW w:w="6521" w:type="dxa"/>
            <w:tcMar/>
          </w:tcPr>
          <w:p w:rsidRPr="00991119" w:rsidR="00991119" w:rsidP="00F13881" w:rsidRDefault="00991119" w14:paraId="551BEAD6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  <w:w w:val="103"/>
              </w:rPr>
            </w:pPr>
            <w:r w:rsidRPr="00991119">
              <w:rPr>
                <w:rFonts w:ascii="Corbel" w:hAnsi="Corbel"/>
                <w:color w:val="000000"/>
                <w:w w:val="103"/>
              </w:rPr>
              <w:t>Zadania agencji UE</w:t>
            </w:r>
          </w:p>
        </w:tc>
      </w:tr>
      <w:tr xmlns:wp14="http://schemas.microsoft.com/office/word/2010/wordml" w:rsidRPr="00991119" w:rsidR="00991119" w:rsidTr="55F8393D" w14:paraId="285BDC8E" wp14:textId="77777777">
        <w:trPr>
          <w:trHeight w:val="240"/>
        </w:trPr>
        <w:tc>
          <w:tcPr>
            <w:tcW w:w="6521" w:type="dxa"/>
            <w:tcMar/>
          </w:tcPr>
          <w:p w:rsidRPr="00991119" w:rsidR="00991119" w:rsidP="00F13881" w:rsidRDefault="00991119" w14:paraId="4E24FB11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rbel" w:hAnsi="Corbel"/>
                <w:color w:val="000000"/>
                <w:w w:val="103"/>
              </w:rPr>
            </w:pPr>
            <w:r w:rsidRPr="00991119">
              <w:rPr>
                <w:rFonts w:ascii="Corbel" w:hAnsi="Corbel"/>
                <w:color w:val="000000"/>
                <w:w w:val="103"/>
              </w:rPr>
              <w:t xml:space="preserve">Charakterystyka wybranych agencji UE </w:t>
            </w:r>
          </w:p>
        </w:tc>
      </w:tr>
      <w:tr xmlns:wp14="http://schemas.microsoft.com/office/word/2010/wordml" w:rsidRPr="00991119" w:rsidR="00991119" w:rsidTr="55F8393D" w14:paraId="23C51700" wp14:textId="77777777">
        <w:trPr>
          <w:trHeight w:val="285"/>
        </w:trPr>
        <w:tc>
          <w:tcPr>
            <w:tcW w:w="6521" w:type="dxa"/>
            <w:tcMar/>
          </w:tcPr>
          <w:p w:rsidRPr="00991119" w:rsidR="00991119" w:rsidP="00FD3527" w:rsidRDefault="00991119" w14:paraId="4F7D3413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Corbel" w:hAnsi="Corbel"/>
                <w:color w:val="000000"/>
                <w:w w:val="103"/>
              </w:rPr>
            </w:pPr>
            <w:r w:rsidRPr="00991119">
              <w:rPr>
                <w:rFonts w:ascii="Corbel" w:hAnsi="Corbel"/>
                <w:color w:val="000000"/>
                <w:w w:val="103"/>
              </w:rPr>
              <w:t>Rola instytucji UE w kształtowaniu pozycji agencji wyspecjalizowanych</w:t>
            </w:r>
          </w:p>
        </w:tc>
      </w:tr>
    </w:tbl>
    <w:p xmlns:wp14="http://schemas.microsoft.com/office/word/2010/wordml" w:rsidRPr="00991119" w:rsidR="00675843" w:rsidP="009C54AE" w:rsidRDefault="00675843" w14:paraId="07547A01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/>
          <w:sz w:val="24"/>
          <w:szCs w:val="24"/>
        </w:rPr>
      </w:pPr>
    </w:p>
    <w:p xmlns:wp14="http://schemas.microsoft.com/office/word/2010/wordml" w:rsidRPr="00991119" w:rsidR="0085747A" w:rsidP="009C54AE" w:rsidRDefault="0085747A" w14:paraId="5043CB0F" wp14:textId="77777777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</w:p>
    <w:p xmlns:wp14="http://schemas.microsoft.com/office/word/2010/wordml" w:rsidRPr="00991119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/>
          <w:sz w:val="24"/>
          <w:szCs w:val="24"/>
        </w:rPr>
      </w:pPr>
      <w:r w:rsidRPr="00991119">
        <w:rPr>
          <w:rFonts w:ascii="Corbel" w:hAnsi="Corbel"/>
          <w:color w:val="000000"/>
          <w:sz w:val="24"/>
          <w:szCs w:val="24"/>
        </w:rPr>
        <w:t>Problematyka ćwiczeń audytoryjnych, konwersatoryjnych, laboratoryjnych</w:t>
      </w:r>
      <w:r w:rsidRPr="00991119" w:rsidR="009F4610">
        <w:rPr>
          <w:rFonts w:ascii="Corbel" w:hAnsi="Corbel"/>
          <w:color w:val="000000"/>
          <w:sz w:val="24"/>
          <w:szCs w:val="24"/>
        </w:rPr>
        <w:t xml:space="preserve">, </w:t>
      </w:r>
      <w:r w:rsidRPr="00991119">
        <w:rPr>
          <w:rFonts w:ascii="Corbel" w:hAnsi="Corbel"/>
          <w:color w:val="000000"/>
          <w:sz w:val="24"/>
          <w:szCs w:val="24"/>
        </w:rPr>
        <w:t xml:space="preserve">zajęć praktycznych </w:t>
      </w:r>
    </w:p>
    <w:p xmlns:wp14="http://schemas.microsoft.com/office/word/2010/wordml" w:rsidRPr="00991119" w:rsidR="0085747A" w:rsidP="009C54AE" w:rsidRDefault="0085747A" w14:paraId="07459315" wp14:textId="77777777">
      <w:pPr>
        <w:pStyle w:val="Akapitzlist"/>
        <w:spacing w:line="240" w:lineRule="auto"/>
        <w:rPr>
          <w:rFonts w:ascii="Corbel" w:hAnsi="Corbel"/>
          <w:color w:val="000000"/>
          <w:sz w:val="24"/>
          <w:szCs w:val="24"/>
        </w:rPr>
      </w:pPr>
    </w:p>
    <w:tbl>
      <w:tblPr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521"/>
      </w:tblGrid>
      <w:tr xmlns:wp14="http://schemas.microsoft.com/office/word/2010/wordml" w:rsidRPr="00991119" w:rsidR="00991119" w:rsidTr="55F8393D" w14:paraId="55225495" wp14:textId="77777777">
        <w:tc>
          <w:tcPr>
            <w:tcW w:w="6521" w:type="dxa"/>
            <w:tcMar/>
          </w:tcPr>
          <w:p w:rsidRPr="00991119" w:rsidR="00991119" w:rsidP="00F13881" w:rsidRDefault="00991119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</w:rPr>
            </w:pPr>
            <w:r w:rsidRPr="00991119">
              <w:rPr>
                <w:rFonts w:ascii="Corbel" w:hAnsi="Corbel"/>
                <w:color w:val="000000"/>
              </w:rPr>
              <w:t>Treści merytoryczne</w:t>
            </w:r>
          </w:p>
        </w:tc>
      </w:tr>
      <w:tr xmlns:wp14="http://schemas.microsoft.com/office/word/2010/wordml" w:rsidRPr="00991119" w:rsidR="00991119" w:rsidTr="55F8393D" w14:paraId="06B1B2A6" wp14:textId="77777777">
        <w:trPr>
          <w:trHeight w:val="240"/>
        </w:trPr>
        <w:tc>
          <w:tcPr>
            <w:tcW w:w="6521" w:type="dxa"/>
            <w:tcMar/>
          </w:tcPr>
          <w:p w:rsidRPr="00991119" w:rsidR="00991119" w:rsidP="00AA2417" w:rsidRDefault="00991119" w14:paraId="22CEF861" wp14:textId="7777777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Corbel" w:hAnsi="Corbel"/>
                <w:color w:val="000000"/>
                <w:lang w:eastAsia="pl-PL"/>
              </w:rPr>
            </w:pPr>
            <w:r w:rsidRPr="00991119">
              <w:rPr>
                <w:rFonts w:ascii="Corbel" w:hAnsi="Corbel"/>
                <w:color w:val="000000"/>
                <w:lang w:eastAsia="pl-PL"/>
              </w:rPr>
              <w:t>Zagadnienia ogólne prawa Unii Europejskiej</w:t>
            </w:r>
          </w:p>
        </w:tc>
      </w:tr>
      <w:tr xmlns:wp14="http://schemas.microsoft.com/office/word/2010/wordml" w:rsidRPr="00991119" w:rsidR="00991119" w:rsidTr="55F8393D" w14:paraId="540EA7E4" wp14:textId="77777777">
        <w:trPr>
          <w:trHeight w:val="285"/>
        </w:trPr>
        <w:tc>
          <w:tcPr>
            <w:tcW w:w="6521" w:type="dxa"/>
            <w:tcMar/>
          </w:tcPr>
          <w:p w:rsidRPr="00991119" w:rsidR="00991119" w:rsidP="00A1337D" w:rsidRDefault="00991119" w14:paraId="5F04EF27" wp14:textId="7777777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Corbel" w:hAnsi="Corbel"/>
                <w:color w:val="000000"/>
                <w:lang w:eastAsia="pl-PL"/>
              </w:rPr>
            </w:pPr>
            <w:r w:rsidRPr="00991119">
              <w:rPr>
                <w:rFonts w:ascii="Corbel" w:hAnsi="Corbel"/>
                <w:color w:val="000000"/>
                <w:lang w:eastAsia="pl-PL"/>
              </w:rPr>
              <w:t>Typologie agencji UE</w:t>
            </w:r>
          </w:p>
        </w:tc>
      </w:tr>
      <w:tr xmlns:wp14="http://schemas.microsoft.com/office/word/2010/wordml" w:rsidRPr="00991119" w:rsidR="00991119" w:rsidTr="55F8393D" w14:paraId="4F194D3D" wp14:textId="77777777">
        <w:trPr>
          <w:trHeight w:val="271"/>
        </w:trPr>
        <w:tc>
          <w:tcPr>
            <w:tcW w:w="6521" w:type="dxa"/>
            <w:tcMar/>
          </w:tcPr>
          <w:p w:rsidRPr="00991119" w:rsidR="00991119" w:rsidP="00F13881" w:rsidRDefault="00991119" w14:paraId="13A05FB4" wp14:textId="7777777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Corbel" w:hAnsi="Corbel"/>
                <w:color w:val="000000"/>
                <w:lang w:eastAsia="pl-PL"/>
              </w:rPr>
            </w:pPr>
            <w:r w:rsidRPr="00991119">
              <w:rPr>
                <w:rFonts w:ascii="Corbel" w:hAnsi="Corbel"/>
                <w:color w:val="000000"/>
                <w:lang w:eastAsia="pl-PL"/>
              </w:rPr>
              <w:t>Agencje regulacyjne w systemie instytucjonalnym UE</w:t>
            </w:r>
          </w:p>
        </w:tc>
      </w:tr>
      <w:tr xmlns:wp14="http://schemas.microsoft.com/office/word/2010/wordml" w:rsidRPr="00991119" w:rsidR="00991119" w:rsidTr="55F8393D" w14:paraId="2B5CA709" wp14:textId="77777777">
        <w:trPr>
          <w:trHeight w:val="242"/>
        </w:trPr>
        <w:tc>
          <w:tcPr>
            <w:tcW w:w="6521" w:type="dxa"/>
            <w:tcMar/>
          </w:tcPr>
          <w:p w:rsidRPr="00991119" w:rsidR="00991119" w:rsidP="00F13881" w:rsidRDefault="00991119" w14:paraId="135DE181" wp14:textId="7777777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Corbel" w:hAnsi="Corbel"/>
                <w:color w:val="000000"/>
                <w:lang w:eastAsia="pl-PL"/>
              </w:rPr>
            </w:pPr>
            <w:r w:rsidRPr="00991119">
              <w:rPr>
                <w:rFonts w:ascii="Corbel" w:hAnsi="Corbel"/>
                <w:color w:val="000000"/>
                <w:lang w:eastAsia="pl-PL"/>
              </w:rPr>
              <w:t>Agencje ds. Wspólnej Polityki Bezpieczeństwa i Obrony</w:t>
            </w:r>
          </w:p>
        </w:tc>
      </w:tr>
      <w:tr xmlns:wp14="http://schemas.microsoft.com/office/word/2010/wordml" w:rsidRPr="00991119" w:rsidR="00991119" w:rsidTr="55F8393D" w14:paraId="152D9681" wp14:textId="77777777">
        <w:trPr>
          <w:trHeight w:val="285"/>
        </w:trPr>
        <w:tc>
          <w:tcPr>
            <w:tcW w:w="6521" w:type="dxa"/>
            <w:tcMar/>
          </w:tcPr>
          <w:p w:rsidRPr="00991119" w:rsidR="00991119" w:rsidP="00A1337D" w:rsidRDefault="00991119" w14:paraId="4B064806" wp14:textId="7777777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Corbel" w:hAnsi="Corbel"/>
                <w:color w:val="000000"/>
                <w:lang w:eastAsia="pl-PL"/>
              </w:rPr>
            </w:pPr>
            <w:r w:rsidRPr="00991119">
              <w:rPr>
                <w:rFonts w:ascii="Corbel" w:hAnsi="Corbel"/>
                <w:color w:val="000000"/>
                <w:lang w:eastAsia="pl-PL"/>
              </w:rPr>
              <w:t>Agencje Euratomu</w:t>
            </w:r>
          </w:p>
        </w:tc>
      </w:tr>
      <w:tr xmlns:wp14="http://schemas.microsoft.com/office/word/2010/wordml" w:rsidRPr="00991119" w:rsidR="00991119" w:rsidTr="55F8393D" w14:paraId="51C5CB67" wp14:textId="77777777">
        <w:trPr>
          <w:trHeight w:val="230"/>
        </w:trPr>
        <w:tc>
          <w:tcPr>
            <w:tcW w:w="6521" w:type="dxa"/>
            <w:tcMar/>
          </w:tcPr>
          <w:p w:rsidRPr="00991119" w:rsidR="00991119" w:rsidP="00F13881" w:rsidRDefault="00991119" w14:paraId="7860DAC6" wp14:textId="7777777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Corbel" w:hAnsi="Corbel"/>
                <w:color w:val="000000"/>
                <w:lang w:eastAsia="pl-PL"/>
              </w:rPr>
            </w:pPr>
            <w:r w:rsidRPr="00991119">
              <w:rPr>
                <w:rFonts w:ascii="Corbel" w:hAnsi="Corbel"/>
                <w:color w:val="000000"/>
                <w:lang w:eastAsia="pl-PL"/>
              </w:rPr>
              <w:t>Agencje wykonawcze</w:t>
            </w:r>
          </w:p>
        </w:tc>
      </w:tr>
      <w:tr xmlns:wp14="http://schemas.microsoft.com/office/word/2010/wordml" w:rsidRPr="00991119" w:rsidR="00991119" w:rsidTr="55F8393D" w14:paraId="42EE8030" wp14:textId="77777777">
        <w:trPr>
          <w:trHeight w:val="225"/>
        </w:trPr>
        <w:tc>
          <w:tcPr>
            <w:tcW w:w="6521" w:type="dxa"/>
            <w:tcMar/>
          </w:tcPr>
          <w:p w:rsidRPr="00991119" w:rsidR="00991119" w:rsidP="00CA4440" w:rsidRDefault="00991119" w14:paraId="7B63B1E3" wp14:textId="7777777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Corbel" w:hAnsi="Corbel"/>
                <w:color w:val="000000"/>
                <w:lang w:eastAsia="pl-PL"/>
              </w:rPr>
            </w:pPr>
            <w:r w:rsidRPr="00991119">
              <w:rPr>
                <w:rFonts w:ascii="Corbel" w:hAnsi="Corbel"/>
                <w:color w:val="000000"/>
                <w:lang w:eastAsia="pl-PL"/>
              </w:rPr>
              <w:t>Europejska Agencja Straży Granicznej i Przybrzeżnej</w:t>
            </w:r>
          </w:p>
        </w:tc>
      </w:tr>
    </w:tbl>
    <w:p xmlns:wp14="http://schemas.microsoft.com/office/word/2010/wordml" w:rsidRPr="00991119" w:rsidR="0085747A" w:rsidP="009C54AE" w:rsidRDefault="0085747A" w14:paraId="6DFB9E2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91119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91119">
        <w:rPr>
          <w:rFonts w:ascii="Corbel" w:hAnsi="Corbel"/>
          <w:smallCaps w:val="0"/>
          <w:szCs w:val="24"/>
        </w:rPr>
        <w:t>3.4 Metody dydaktyczne</w:t>
      </w:r>
      <w:r w:rsidRPr="00991119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91119" w:rsidR="0085747A" w:rsidP="009C54AE" w:rsidRDefault="0085747A" w14:paraId="70DF9E5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91119" w:rsidR="003E0601" w:rsidP="003E0601" w:rsidRDefault="003E0601" w14:paraId="32BA7F9B" wp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991119">
        <w:rPr>
          <w:rFonts w:ascii="Corbel" w:hAnsi="Corbel"/>
          <w:b w:val="0"/>
          <w:smallCaps w:val="0"/>
          <w:sz w:val="22"/>
        </w:rPr>
        <w:t>Wykład informacyjny, wykład problemowy, ćwiczenia audytoryjne</w:t>
      </w:r>
      <w:r w:rsidRPr="00991119" w:rsidR="003A6964">
        <w:rPr>
          <w:rFonts w:ascii="Corbel" w:hAnsi="Corbel"/>
          <w:b w:val="0"/>
          <w:smallCaps w:val="0"/>
          <w:sz w:val="22"/>
        </w:rPr>
        <w:t>, metody kształcenia na odległość</w:t>
      </w:r>
    </w:p>
    <w:p xmlns:wp14="http://schemas.microsoft.com/office/word/2010/wordml" w:rsidRPr="00991119" w:rsidR="00E960BB" w:rsidP="009C54AE" w:rsidRDefault="00E960BB" w14:paraId="44E871B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91119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91119">
        <w:rPr>
          <w:rFonts w:ascii="Corbel" w:hAnsi="Corbel"/>
          <w:smallCaps w:val="0"/>
          <w:szCs w:val="24"/>
        </w:rPr>
        <w:t xml:space="preserve">4. </w:t>
      </w:r>
      <w:r w:rsidRPr="00991119" w:rsidR="0085747A">
        <w:rPr>
          <w:rFonts w:ascii="Corbel" w:hAnsi="Corbel"/>
          <w:smallCaps w:val="0"/>
          <w:szCs w:val="24"/>
        </w:rPr>
        <w:t>METODY I KRYTERIA OCENY</w:t>
      </w:r>
      <w:r w:rsidRPr="00991119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91119" w:rsidR="00923D7D" w:rsidP="009C54AE" w:rsidRDefault="00923D7D" w14:paraId="637805D2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91119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91119">
        <w:rPr>
          <w:rFonts w:ascii="Corbel" w:hAnsi="Corbel"/>
          <w:smallCaps w:val="0"/>
          <w:szCs w:val="24"/>
        </w:rPr>
        <w:t xml:space="preserve">4.1 Sposoby weryfikacji efektów </w:t>
      </w:r>
      <w:r w:rsidRPr="00991119"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38"/>
        <w:gridCol w:w="4951"/>
        <w:gridCol w:w="2205"/>
      </w:tblGrid>
      <w:tr xmlns:wp14="http://schemas.microsoft.com/office/word/2010/wordml" w:rsidRPr="00991119" w:rsidR="003E0601" w:rsidTr="0A9E8428" w14:paraId="67E0E783" wp14:textId="77777777">
        <w:tc>
          <w:tcPr>
            <w:tcW w:w="1984" w:type="dxa"/>
            <w:tcMar/>
          </w:tcPr>
          <w:p w:rsidRPr="00991119" w:rsidR="003E0601" w:rsidP="00F13881" w:rsidRDefault="003E0601" w14:paraId="59C1A4F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Pr="00991119" w:rsidR="003E0601" w:rsidP="00F13881" w:rsidRDefault="003E0601" w14:paraId="463F29E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  <w:tcMar/>
          </w:tcPr>
          <w:p w:rsidRPr="00991119" w:rsidR="003E0601" w:rsidP="00F13881" w:rsidRDefault="003E0601" w14:paraId="4796215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Pr="00991119" w:rsidR="001E08B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Pr="00991119" w:rsidR="003E0601" w:rsidP="00F13881" w:rsidRDefault="003E0601" w14:paraId="48CEE6E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Mar/>
          </w:tcPr>
          <w:p w:rsidRPr="00991119" w:rsidR="003E0601" w:rsidP="55F8393D" w:rsidRDefault="003E0601" w14:paraId="4A15C761" wp14:textId="2418C36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5F8393D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Forma zajęć dydaktycznych </w:t>
            </w:r>
          </w:p>
          <w:p w:rsidRPr="00991119" w:rsidR="003E0601" w:rsidP="55F8393D" w:rsidRDefault="003E0601" w14:paraId="52F61AD3" wp14:textId="5EFCBBB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5F8393D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55F8393D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ćw</w:t>
            </w:r>
            <w:proofErr w:type="spellEnd"/>
            <w:r w:rsidRPr="55F8393D" w:rsidR="003E0601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, …)</w:t>
            </w:r>
          </w:p>
        </w:tc>
      </w:tr>
      <w:tr xmlns:wp14="http://schemas.microsoft.com/office/word/2010/wordml" w:rsidRPr="00991119" w:rsidR="003E0601" w:rsidTr="0A9E8428" w14:paraId="1927758E" wp14:textId="77777777">
        <w:tc>
          <w:tcPr>
            <w:tcW w:w="1984" w:type="dxa"/>
            <w:tcMar/>
          </w:tcPr>
          <w:p w:rsidRPr="00991119" w:rsidR="003E0601" w:rsidP="00F13881" w:rsidRDefault="003E0601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991119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991119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103" w:type="dxa"/>
            <w:tcMar/>
          </w:tcPr>
          <w:p w:rsidRPr="00991119" w:rsidR="003E0601" w:rsidP="0A9E8428" w:rsidRDefault="003E0601" w14:paraId="59D920A8" wp14:textId="6D764C4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A9E8428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egzamin pisemny</w:t>
            </w:r>
            <w:r w:rsidRPr="0A9E8428" w:rsidR="5479C46D">
              <w:rPr>
                <w:rFonts w:ascii="Corbel" w:hAnsi="Corbel"/>
                <w:b w:val="0"/>
                <w:bCs w:val="0"/>
                <w:sz w:val="22"/>
                <w:szCs w:val="22"/>
              </w:rPr>
              <w:t>/ustny</w:t>
            </w:r>
            <w:r w:rsidRPr="0A9E8428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, kolokwium</w:t>
            </w:r>
          </w:p>
        </w:tc>
        <w:tc>
          <w:tcPr>
            <w:tcW w:w="2233" w:type="dxa"/>
            <w:tcMar/>
          </w:tcPr>
          <w:p w:rsidRPr="00991119" w:rsidR="003E0601" w:rsidP="00F13881" w:rsidRDefault="003E0601" w14:paraId="46ADE42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 xml:space="preserve">               w, </w:t>
            </w:r>
            <w:proofErr w:type="spellStart"/>
            <w:r w:rsidRPr="00991119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xmlns:wp14="http://schemas.microsoft.com/office/word/2010/wordml" w:rsidRPr="00991119" w:rsidR="003E0601" w:rsidTr="0A9E8428" w14:paraId="3CBC3080" wp14:textId="77777777">
        <w:tc>
          <w:tcPr>
            <w:tcW w:w="1984" w:type="dxa"/>
            <w:tcMar/>
          </w:tcPr>
          <w:p w:rsidRPr="00991119" w:rsidR="003E0601" w:rsidP="00F13881" w:rsidRDefault="003E0601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103" w:type="dxa"/>
            <w:tcMar/>
          </w:tcPr>
          <w:p w:rsidRPr="00991119" w:rsidR="003E0601" w:rsidP="0A9E8428" w:rsidRDefault="003E0601" w14:paraId="27655497" wp14:textId="50CEBC2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A9E8428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egzamin pisemny</w:t>
            </w:r>
            <w:r w:rsidRPr="0A9E8428" w:rsidR="5C955C88">
              <w:rPr>
                <w:rFonts w:ascii="Corbel" w:hAnsi="Corbel"/>
                <w:b w:val="0"/>
                <w:bCs w:val="0"/>
                <w:sz w:val="22"/>
                <w:szCs w:val="22"/>
              </w:rPr>
              <w:t>/ustny</w:t>
            </w:r>
            <w:r w:rsidRPr="0A9E8428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, kolokwium</w:t>
            </w:r>
          </w:p>
        </w:tc>
        <w:tc>
          <w:tcPr>
            <w:tcW w:w="2233" w:type="dxa"/>
            <w:tcMar/>
          </w:tcPr>
          <w:p w:rsidRPr="00991119" w:rsidR="003E0601" w:rsidP="00F13881" w:rsidRDefault="003E0601" w14:paraId="71E0C584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 xml:space="preserve">w, </w:t>
            </w:r>
            <w:proofErr w:type="spellStart"/>
            <w:r w:rsidRPr="00991119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xmlns:wp14="http://schemas.microsoft.com/office/word/2010/wordml" w:rsidRPr="00991119" w:rsidR="003E0601" w:rsidTr="0A9E8428" w14:paraId="3B73ECA8" wp14:textId="77777777">
        <w:tc>
          <w:tcPr>
            <w:tcW w:w="1984" w:type="dxa"/>
            <w:tcMar/>
          </w:tcPr>
          <w:p w:rsidRPr="00991119" w:rsidR="003E0601" w:rsidP="00F13881" w:rsidRDefault="003E0601" w14:paraId="7D1B4A8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103" w:type="dxa"/>
            <w:tcMar/>
          </w:tcPr>
          <w:p w:rsidRPr="00991119" w:rsidR="003E0601" w:rsidP="0A9E8428" w:rsidRDefault="003E0601" w14:paraId="6E9BB775" wp14:textId="326C667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A9E8428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egzamin pisemny</w:t>
            </w:r>
            <w:r w:rsidRPr="0A9E8428" w:rsidR="3EF2484E">
              <w:rPr>
                <w:rFonts w:ascii="Corbel" w:hAnsi="Corbel"/>
                <w:b w:val="0"/>
                <w:bCs w:val="0"/>
                <w:sz w:val="22"/>
                <w:szCs w:val="22"/>
              </w:rPr>
              <w:t>/ustny</w:t>
            </w:r>
            <w:r w:rsidRPr="0A9E8428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, kolokwium</w:t>
            </w:r>
          </w:p>
        </w:tc>
        <w:tc>
          <w:tcPr>
            <w:tcW w:w="2233" w:type="dxa"/>
            <w:tcMar/>
          </w:tcPr>
          <w:p w:rsidRPr="00991119" w:rsidR="003E0601" w:rsidP="00F13881" w:rsidRDefault="003E0601" w14:paraId="31573A30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 xml:space="preserve">w, </w:t>
            </w:r>
            <w:proofErr w:type="spellStart"/>
            <w:r w:rsidRPr="00991119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xmlns:wp14="http://schemas.microsoft.com/office/word/2010/wordml" w:rsidRPr="00991119" w:rsidR="003E0601" w:rsidTr="0A9E8428" w14:paraId="5486B8AF" wp14:textId="77777777">
        <w:tc>
          <w:tcPr>
            <w:tcW w:w="1984" w:type="dxa"/>
            <w:tcMar/>
          </w:tcPr>
          <w:p w:rsidRPr="00991119" w:rsidR="003E0601" w:rsidP="00F13881" w:rsidRDefault="003E0601" w14:paraId="17CCA2B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103" w:type="dxa"/>
            <w:tcMar/>
          </w:tcPr>
          <w:p w:rsidRPr="00991119" w:rsidR="003E0601" w:rsidP="0A9E8428" w:rsidRDefault="003E0601" w14:paraId="00388AA6" wp14:textId="4EB538A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A9E8428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egzamin pisemny</w:t>
            </w:r>
            <w:r w:rsidRPr="0A9E8428" w:rsidR="382C91E1">
              <w:rPr>
                <w:rFonts w:ascii="Corbel" w:hAnsi="Corbel"/>
                <w:b w:val="0"/>
                <w:bCs w:val="0"/>
                <w:sz w:val="22"/>
                <w:szCs w:val="22"/>
              </w:rPr>
              <w:t>/ustny</w:t>
            </w:r>
            <w:r w:rsidRPr="0A9E8428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, kolokwium</w:t>
            </w:r>
          </w:p>
        </w:tc>
        <w:tc>
          <w:tcPr>
            <w:tcW w:w="2233" w:type="dxa"/>
            <w:tcMar/>
          </w:tcPr>
          <w:p w:rsidRPr="00991119" w:rsidR="003E0601" w:rsidP="00F13881" w:rsidRDefault="003E0601" w14:paraId="16789853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 xml:space="preserve">w, </w:t>
            </w:r>
            <w:proofErr w:type="spellStart"/>
            <w:r w:rsidRPr="00991119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xmlns:wp14="http://schemas.microsoft.com/office/word/2010/wordml" w:rsidRPr="00991119" w:rsidR="003E0601" w:rsidTr="0A9E8428" w14:paraId="07E0F6CB" wp14:textId="77777777">
        <w:tc>
          <w:tcPr>
            <w:tcW w:w="1984" w:type="dxa"/>
            <w:tcMar/>
          </w:tcPr>
          <w:p w:rsidRPr="00991119" w:rsidR="003E0601" w:rsidP="00F13881" w:rsidRDefault="003E0601" w14:paraId="09BC0A2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103" w:type="dxa"/>
            <w:tcMar/>
          </w:tcPr>
          <w:p w:rsidRPr="00991119" w:rsidR="003E0601" w:rsidP="0A9E8428" w:rsidRDefault="003E0601" w14:paraId="754FAD18" wp14:textId="20659C2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A9E8428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egzamin pisemny</w:t>
            </w:r>
            <w:r w:rsidRPr="0A9E8428" w:rsidR="78A8611A">
              <w:rPr>
                <w:rFonts w:ascii="Corbel" w:hAnsi="Corbel"/>
                <w:b w:val="0"/>
                <w:bCs w:val="0"/>
                <w:sz w:val="22"/>
                <w:szCs w:val="22"/>
              </w:rPr>
              <w:t>/ustny</w:t>
            </w:r>
            <w:r w:rsidRPr="0A9E8428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, kolokwium</w:t>
            </w:r>
          </w:p>
        </w:tc>
        <w:tc>
          <w:tcPr>
            <w:tcW w:w="2233" w:type="dxa"/>
            <w:tcMar/>
          </w:tcPr>
          <w:p w:rsidRPr="00991119" w:rsidR="003E0601" w:rsidP="00F13881" w:rsidRDefault="003E0601" w14:paraId="1A6C253D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 xml:space="preserve">w, </w:t>
            </w:r>
            <w:proofErr w:type="spellStart"/>
            <w:r w:rsidRPr="00991119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xmlns:wp14="http://schemas.microsoft.com/office/word/2010/wordml" w:rsidRPr="00991119" w:rsidR="003E0601" w:rsidTr="0A9E8428" w14:paraId="7B92FED3" wp14:textId="77777777">
        <w:tc>
          <w:tcPr>
            <w:tcW w:w="1984" w:type="dxa"/>
            <w:tcMar/>
          </w:tcPr>
          <w:p w:rsidRPr="00991119" w:rsidR="003E0601" w:rsidP="00F13881" w:rsidRDefault="003E0601" w14:paraId="58B4ADB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103" w:type="dxa"/>
            <w:tcMar/>
          </w:tcPr>
          <w:p w:rsidRPr="00991119" w:rsidR="003E0601" w:rsidP="00F13881" w:rsidRDefault="003E0601" w14:paraId="7E1ACA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233" w:type="dxa"/>
            <w:tcMar/>
          </w:tcPr>
          <w:p w:rsidRPr="00991119" w:rsidR="003E0601" w:rsidP="00F13881" w:rsidRDefault="003E0601" w14:paraId="23A872A9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 xml:space="preserve">  </w:t>
            </w:r>
            <w:proofErr w:type="spellStart"/>
            <w:r w:rsidRPr="00991119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xmlns:wp14="http://schemas.microsoft.com/office/word/2010/wordml" w:rsidRPr="00991119" w:rsidR="003E0601" w:rsidTr="0A9E8428" w14:paraId="49617F02" wp14:textId="77777777">
        <w:tc>
          <w:tcPr>
            <w:tcW w:w="1984" w:type="dxa"/>
            <w:tcMar/>
          </w:tcPr>
          <w:p w:rsidRPr="00991119" w:rsidR="003E0601" w:rsidP="00F13881" w:rsidRDefault="003E0601" w14:paraId="401CABF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103" w:type="dxa"/>
            <w:tcMar/>
          </w:tcPr>
          <w:p w:rsidRPr="00991119" w:rsidR="003E0601" w:rsidP="0A9E8428" w:rsidRDefault="003E0601" w14:paraId="67EFCFDA" wp14:textId="6BEE7B5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A9E8428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egzamin pisemny</w:t>
            </w:r>
            <w:r w:rsidRPr="0A9E8428" w:rsidR="1E6A38D8">
              <w:rPr>
                <w:rFonts w:ascii="Corbel" w:hAnsi="Corbel"/>
                <w:b w:val="0"/>
                <w:bCs w:val="0"/>
                <w:sz w:val="22"/>
                <w:szCs w:val="22"/>
              </w:rPr>
              <w:t>/ustny</w:t>
            </w:r>
            <w:r w:rsidRPr="0A9E8428" w:rsidR="003E0601">
              <w:rPr>
                <w:rFonts w:ascii="Corbel" w:hAnsi="Corbel"/>
                <w:b w:val="0"/>
                <w:bCs w:val="0"/>
                <w:sz w:val="22"/>
                <w:szCs w:val="22"/>
              </w:rPr>
              <w:t>, kolokwium</w:t>
            </w:r>
          </w:p>
        </w:tc>
        <w:tc>
          <w:tcPr>
            <w:tcW w:w="2233" w:type="dxa"/>
            <w:tcMar/>
          </w:tcPr>
          <w:p w:rsidRPr="00991119" w:rsidR="003E0601" w:rsidP="00F13881" w:rsidRDefault="003E0601" w14:paraId="70024CEE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 xml:space="preserve">w, </w:t>
            </w:r>
            <w:proofErr w:type="spellStart"/>
            <w:r w:rsidRPr="00991119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xmlns:wp14="http://schemas.microsoft.com/office/word/2010/wordml" w:rsidRPr="00991119" w:rsidR="003E0601" w:rsidTr="0A9E8428" w14:paraId="3A52A56A" wp14:textId="77777777">
        <w:tc>
          <w:tcPr>
            <w:tcW w:w="1984" w:type="dxa"/>
            <w:tcMar/>
          </w:tcPr>
          <w:p w:rsidRPr="00991119" w:rsidR="003E0601" w:rsidP="00F13881" w:rsidRDefault="003E0601" w14:paraId="37FE5DE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103" w:type="dxa"/>
            <w:tcMar/>
          </w:tcPr>
          <w:p w:rsidRPr="00991119" w:rsidR="003E0601" w:rsidP="00AA2417" w:rsidRDefault="00AA2417" w14:paraId="4510FEB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233" w:type="dxa"/>
            <w:tcMar/>
          </w:tcPr>
          <w:p w:rsidRPr="00991119" w:rsidR="003E0601" w:rsidP="00F13881" w:rsidRDefault="003E0601" w14:paraId="4DAA6B7E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proofErr w:type="spellStart"/>
            <w:r w:rsidRPr="00991119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xmlns:wp14="http://schemas.microsoft.com/office/word/2010/wordml" w:rsidRPr="00991119" w:rsidR="003E0601" w:rsidTr="0A9E8428" w14:paraId="02C7404A" wp14:textId="77777777">
        <w:tc>
          <w:tcPr>
            <w:tcW w:w="1984" w:type="dxa"/>
            <w:tcMar/>
          </w:tcPr>
          <w:p w:rsidRPr="00991119" w:rsidR="003E0601" w:rsidP="00F13881" w:rsidRDefault="003E0601" w14:paraId="4FB65D2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103" w:type="dxa"/>
            <w:tcMar/>
          </w:tcPr>
          <w:p w:rsidRPr="00991119" w:rsidR="003E0601" w:rsidP="00F13881" w:rsidRDefault="003E0601" w14:paraId="30A6FD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233" w:type="dxa"/>
            <w:tcMar/>
          </w:tcPr>
          <w:p w:rsidRPr="00991119" w:rsidR="003E0601" w:rsidP="00F13881" w:rsidRDefault="003E0601" w14:paraId="3B6E5E70" wp14:textId="77777777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991119">
              <w:rPr>
                <w:rFonts w:ascii="Corbel" w:hAnsi="Corbel"/>
                <w:b w:val="0"/>
                <w:sz w:val="22"/>
              </w:rPr>
              <w:t xml:space="preserve">  </w:t>
            </w:r>
            <w:proofErr w:type="spellStart"/>
            <w:r w:rsidRPr="00991119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</w:tbl>
    <w:p xmlns:wp14="http://schemas.microsoft.com/office/word/2010/wordml" w:rsidRPr="00991119" w:rsidR="00556434" w:rsidP="009C54AE" w:rsidRDefault="00556434" w14:paraId="3B7B4B8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91119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91119">
        <w:rPr>
          <w:rFonts w:ascii="Corbel" w:hAnsi="Corbel"/>
          <w:smallCaps w:val="0"/>
          <w:szCs w:val="24"/>
        </w:rPr>
        <w:t xml:space="preserve">4.2 </w:t>
      </w:r>
      <w:r w:rsidRPr="00991119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91119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91119" w:rsidR="00923D7D" w:rsidP="009C54AE" w:rsidRDefault="00923D7D" w14:paraId="3A0FF5F2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91119" w:rsidR="0085747A" w:rsidTr="0A9E8428" w14:paraId="7EA67FA2" wp14:textId="77777777">
        <w:tc>
          <w:tcPr>
            <w:tcW w:w="9670" w:type="dxa"/>
            <w:tcMar/>
          </w:tcPr>
          <w:p w:rsidRPr="00991119" w:rsidR="0085747A" w:rsidP="0A9E8428" w:rsidRDefault="003E0601" w14:paraId="29066104" wp14:textId="34EBCBFF">
            <w:pPr>
              <w:spacing w:before="0" w:after="0"/>
              <w:jc w:val="both"/>
            </w:pPr>
            <w:r w:rsidRPr="0A9E8428" w:rsidR="3CE90307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Dla egzaminu:</w:t>
            </w:r>
          </w:p>
          <w:p w:rsidRPr="00991119" w:rsidR="0085747A" w:rsidP="0A9E8428" w:rsidRDefault="003E0601" w14:paraId="76567350" wp14:textId="76D6D4EE">
            <w:pPr>
              <w:spacing w:before="0" w:after="0"/>
              <w:jc w:val="both"/>
            </w:pPr>
            <w:r w:rsidRPr="0A9E8428" w:rsidR="3CE90307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Warunkiem zdania egzaminu jest uzyskani</w:t>
            </w:r>
            <w:r w:rsidRPr="0A9E8428" w:rsidR="3CE9030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e pozytywnej oceny</w:t>
            </w:r>
            <w:r w:rsidRPr="0A9E8428" w:rsidR="3CE90307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0A9E8428" w:rsidR="3CE90307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  <w:r w:rsidRPr="0A9E8428" w:rsidR="3CE9030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 xml:space="preserve">Egzamin może mieć formę pisemną lub ustną. Polega na odpowiedzi na zadane pytania. Egzamin zawierać może pytania testowe, otwarte oraz problemowe. </w:t>
            </w:r>
            <w:r w:rsidRPr="0A9E8428" w:rsidR="3CE90307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91119" w:rsidR="0085747A" w:rsidP="0A9E8428" w:rsidRDefault="003E0601" w14:paraId="178BA0D4" wp14:textId="4AF599C5">
            <w:pPr>
              <w:pStyle w:val="Punktygwne"/>
            </w:pPr>
            <w:r w:rsidRPr="0A9E8428" w:rsidR="3CE90307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</w:t>
            </w:r>
            <w:r w:rsidRPr="0A9E8428" w:rsidR="3CE9030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mi  oceny odpowiedzi są: kompletność odpowiedzi, poprawna terminologia, aktualny stan prawny.</w:t>
            </w:r>
            <w:r w:rsidRPr="0A9E8428" w:rsidR="3CE90307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991119" w:rsidR="0085747A" w:rsidP="0A9E8428" w:rsidRDefault="003E0601" w14:paraId="634CF7A4" wp14:textId="58B12002">
            <w:pPr>
              <w:pStyle w:val="Punktygwne"/>
            </w:pPr>
            <w:r w:rsidRPr="0A9E8428" w:rsidR="3CE90307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Przyjmuje się następującą skalę ocen: </w:t>
            </w:r>
          </w:p>
          <w:p w:rsidRPr="00991119" w:rsidR="0085747A" w:rsidP="0A9E8428" w:rsidRDefault="003E0601" w14:paraId="78F8DF06" wp14:textId="02444B0F">
            <w:pPr>
              <w:spacing w:before="0" w:after="0"/>
            </w:pPr>
            <w:r w:rsidRPr="0A9E8428" w:rsidR="3CE9030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991119" w:rsidR="0085747A" w:rsidP="0A9E8428" w:rsidRDefault="003E0601" w14:paraId="41DC47BA" wp14:textId="5471FB46">
            <w:pPr>
              <w:spacing w:before="0" w:after="0"/>
            </w:pPr>
            <w:r w:rsidRPr="0A9E8428" w:rsidR="3CE9030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991119" w:rsidR="0085747A" w:rsidP="0A9E8428" w:rsidRDefault="003E0601" w14:paraId="43EEF3C8" wp14:textId="41E58916">
            <w:pPr>
              <w:spacing w:before="0" w:after="0"/>
            </w:pPr>
            <w:r w:rsidRPr="0A9E8428" w:rsidR="3CE9030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991119" w:rsidR="0085747A" w:rsidP="0A9E8428" w:rsidRDefault="003E0601" w14:paraId="3A660E4D" wp14:textId="5F8AB7BF">
            <w:pPr>
              <w:spacing w:before="0" w:after="0"/>
            </w:pPr>
            <w:r w:rsidRPr="0A9E8428" w:rsidR="3CE9030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991119" w:rsidR="0085747A" w:rsidP="0A9E8428" w:rsidRDefault="003E0601" w14:paraId="40F95980" wp14:textId="14D46BEA">
            <w:pPr>
              <w:spacing w:before="0" w:after="0"/>
            </w:pPr>
            <w:r w:rsidRPr="0A9E8428" w:rsidR="3CE9030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991119" w:rsidR="0085747A" w:rsidP="0A9E8428" w:rsidRDefault="003E0601" w14:paraId="25895C04" wp14:textId="1C5926C3">
            <w:pPr>
              <w:spacing w:before="0" w:after="0"/>
            </w:pPr>
            <w:r w:rsidRPr="0A9E8428" w:rsidR="3CE90307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ndst.- poniżej 50 %. </w:t>
            </w:r>
          </w:p>
          <w:p w:rsidRPr="00991119" w:rsidR="0085747A" w:rsidP="0A9E8428" w:rsidRDefault="003E0601" w14:paraId="4AD63709" wp14:textId="2CDD6FAC">
            <w:pPr>
              <w:spacing w:before="0" w:after="0"/>
              <w:jc w:val="both"/>
            </w:pPr>
            <w:r w:rsidRPr="0A9E8428" w:rsidR="3CE90307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91119" w:rsidR="0085747A" w:rsidP="0A9E8428" w:rsidRDefault="003E0601" w14:paraId="5A80F3FB" wp14:textId="5A2DD586">
            <w:pPr>
              <w:spacing w:before="0" w:after="0"/>
              <w:jc w:val="both"/>
            </w:pPr>
            <w:r w:rsidRPr="0A9E8428" w:rsidR="3CE90307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201F1E"/>
                <w:sz w:val="24"/>
                <w:szCs w:val="24"/>
                <w:lang w:val="pl-PL"/>
              </w:rPr>
              <w:t>Ćwiczenia</w:t>
            </w:r>
          </w:p>
          <w:p w:rsidRPr="00991119" w:rsidR="0085747A" w:rsidP="0A9E8428" w:rsidRDefault="003E0601" w14:paraId="557B205C" wp14:textId="48C5CCB7">
            <w:pPr>
              <w:spacing w:before="0" w:after="0"/>
              <w:jc w:val="both"/>
            </w:pPr>
            <w:r w:rsidRPr="0A9E8428" w:rsidR="3CE90307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Zaliczenie ćwiczeń odbywa na podstawie – frekwencji na ćwiczeniach, aktywności na zajęciach oraz </w:t>
            </w:r>
            <w:r w:rsidRPr="0A9E8428" w:rsidR="3CE9030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2 kolokwiów, z których ocena pozytywna osiągana jest w przypadku uzyskania ponad 50% poprawnych odpowiedzi.</w:t>
            </w:r>
            <w:r w:rsidRPr="0A9E8428" w:rsidR="3CE90307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91119" w:rsidR="0085747A" w:rsidP="0A9E8428" w:rsidRDefault="003E0601" w14:paraId="7BFDF962" wp14:textId="42A84DD4">
            <w:pPr>
              <w:spacing w:before="0" w:after="0"/>
              <w:jc w:val="both"/>
            </w:pPr>
            <w:r w:rsidRPr="0A9E8428" w:rsidR="3CE90307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0A9E8428" w:rsidR="3CE90307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91119" w:rsidR="0085747A" w:rsidP="0A9E8428" w:rsidRDefault="003E0601" w14:paraId="5FAEBD25" wp14:textId="034E4DDA">
            <w:pPr>
              <w:spacing w:before="0" w:after="0"/>
            </w:pPr>
            <w:r w:rsidRPr="0A9E8428" w:rsidR="3CE90307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991119" w:rsidR="0085747A" w:rsidP="0A9E8428" w:rsidRDefault="003E0601" w14:paraId="10CC6DE2" wp14:textId="5F20E2A8">
            <w:pPr>
              <w:spacing w:before="0" w:after="0"/>
            </w:pPr>
            <w:r w:rsidRPr="0A9E8428" w:rsidR="3CE90307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991119" w:rsidR="0085747A" w:rsidP="0A9E8428" w:rsidRDefault="003E0601" w14:paraId="3370BAA1" wp14:textId="5F9BEC85">
            <w:pPr>
              <w:spacing w:before="0" w:after="0"/>
            </w:pPr>
            <w:r w:rsidRPr="0A9E8428" w:rsidR="3CE90307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991119" w:rsidR="0085747A" w:rsidP="0A9E8428" w:rsidRDefault="003E0601" w14:paraId="26F7822C" wp14:textId="0F440023">
            <w:pPr>
              <w:spacing w:before="0" w:after="0"/>
            </w:pPr>
            <w:r w:rsidRPr="0A9E8428" w:rsidR="3CE90307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991119" w:rsidR="0085747A" w:rsidP="0A9E8428" w:rsidRDefault="003E0601" w14:paraId="4348E4E1" wp14:textId="6166CEE5">
            <w:pPr>
              <w:spacing w:before="0" w:after="0"/>
            </w:pPr>
            <w:r w:rsidRPr="0A9E8428" w:rsidR="3CE90307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991119" w:rsidR="0085747A" w:rsidP="0A9E8428" w:rsidRDefault="003E0601" w14:paraId="0DFF9A08" wp14:textId="148AC842">
            <w:pPr>
              <w:spacing w:before="0" w:after="0"/>
            </w:pPr>
            <w:r w:rsidRPr="0A9E8428" w:rsidR="3CE90307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991119" w:rsidR="0085747A" w:rsidP="0A9E8428" w:rsidRDefault="003E0601" w14:paraId="315AB00B" wp14:textId="35CD6A94">
            <w:pPr>
              <w:spacing w:before="0" w:after="0"/>
            </w:pPr>
            <w:r w:rsidRPr="0A9E8428" w:rsidR="3CE90307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</w:p>
          <w:p w:rsidRPr="00991119" w:rsidR="0085747A" w:rsidP="0A9E8428" w:rsidRDefault="003E0601" w14:paraId="444F1B2B" wp14:textId="1AF0F7B1">
            <w:pPr>
              <w:spacing w:before="0" w:after="0" w:line="257" w:lineRule="auto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</w:pPr>
          </w:p>
          <w:p w:rsidRPr="00991119" w:rsidR="0085747A" w:rsidP="0A9E8428" w:rsidRDefault="003E0601" w14:paraId="733BAC99" wp14:textId="17D5CB46">
            <w:pPr>
              <w:pStyle w:val="Punktygwne"/>
              <w:spacing w:before="0" w:after="0"/>
              <w:jc w:val="both"/>
              <w:rPr>
                <w:rFonts w:ascii="Corbel" w:hAnsi="Corbel" w:eastAsia="Cambria"/>
                <w:b w:val="1"/>
                <w:bCs w:val="1"/>
                <w:caps w:val="0"/>
                <w:smallCaps w:val="0"/>
                <w:sz w:val="24"/>
                <w:szCs w:val="24"/>
                <w:lang w:eastAsia="pl-PL"/>
              </w:rPr>
            </w:pPr>
          </w:p>
        </w:tc>
      </w:tr>
    </w:tbl>
    <w:p xmlns:wp14="http://schemas.microsoft.com/office/word/2010/wordml" w:rsidRPr="00991119" w:rsidR="0085747A" w:rsidP="009C54AE" w:rsidRDefault="0085747A" w14:paraId="2BA226A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91119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91119">
        <w:rPr>
          <w:rFonts w:ascii="Corbel" w:hAnsi="Corbel"/>
          <w:b/>
          <w:sz w:val="24"/>
          <w:szCs w:val="24"/>
        </w:rPr>
        <w:t xml:space="preserve">5. </w:t>
      </w:r>
      <w:r w:rsidRPr="00991119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91119" w:rsidR="0085747A" w:rsidP="009C54AE" w:rsidRDefault="0085747A" w14:paraId="17AD93B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xmlns:wp14="http://schemas.microsoft.com/office/word/2010/wordml" w:rsidRPr="00991119" w:rsidR="0085747A" w:rsidTr="003E1941" w14:paraId="63D9DE79" wp14:textId="77777777">
        <w:tc>
          <w:tcPr>
            <w:tcW w:w="4962" w:type="dxa"/>
            <w:vAlign w:val="center"/>
          </w:tcPr>
          <w:p w:rsidRPr="00991119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9111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91119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9111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91119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9111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91119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91119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9111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91119" w:rsidR="0085747A" w:rsidTr="00923D7D" w14:paraId="54A1B068" wp14:textId="77777777">
        <w:tc>
          <w:tcPr>
            <w:tcW w:w="4962" w:type="dxa"/>
          </w:tcPr>
          <w:p w:rsidRPr="00991119" w:rsidR="0085747A" w:rsidP="001E08B3" w:rsidRDefault="00C61DC5" w14:paraId="765A5D2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G</w:t>
            </w:r>
            <w:r w:rsidRPr="00991119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91119">
              <w:rPr>
                <w:rFonts w:ascii="Corbel" w:hAnsi="Corbel"/>
                <w:sz w:val="24"/>
                <w:szCs w:val="24"/>
              </w:rPr>
              <w:t>kontaktowe</w:t>
            </w:r>
            <w:r w:rsidRPr="00991119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91119">
              <w:rPr>
                <w:rFonts w:ascii="Corbel" w:hAnsi="Corbel"/>
                <w:sz w:val="24"/>
                <w:szCs w:val="24"/>
              </w:rPr>
              <w:t>ynikające</w:t>
            </w:r>
            <w:r w:rsidRPr="00991119" w:rsidR="0085747A">
              <w:rPr>
                <w:rFonts w:ascii="Corbel" w:hAnsi="Corbel"/>
                <w:sz w:val="24"/>
                <w:szCs w:val="24"/>
              </w:rPr>
              <w:t xml:space="preserve"> z</w:t>
            </w:r>
            <w:r w:rsidRPr="00991119" w:rsidR="001E08B3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91119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9111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91119" w:rsidR="0085747A" w:rsidP="009C54AE" w:rsidRDefault="00556434" w14:paraId="219897C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91119" w:rsidR="00C61DC5" w:rsidTr="00923D7D" w14:paraId="4B1E345B" wp14:textId="77777777">
        <w:tc>
          <w:tcPr>
            <w:tcW w:w="4962" w:type="dxa"/>
          </w:tcPr>
          <w:p w:rsidRPr="00991119" w:rsidR="00C61DC5" w:rsidP="009C54AE" w:rsidRDefault="00C61DC5" w14:paraId="61BA076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91119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91119" w:rsidR="00C61DC5" w:rsidP="009C54AE" w:rsidRDefault="00205AEB" w14:paraId="279935F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991119" w:rsidR="00C61DC5" w:rsidTr="00923D7D" w14:paraId="5B8AB228" wp14:textId="77777777">
        <w:tc>
          <w:tcPr>
            <w:tcW w:w="4962" w:type="dxa"/>
          </w:tcPr>
          <w:p w:rsidRPr="00991119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9111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9111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91119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91119" w:rsidR="00C61DC5" w:rsidP="009C54AE" w:rsidRDefault="00FD3527" w14:paraId="43A19E7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xmlns:wp14="http://schemas.microsoft.com/office/word/2010/wordml" w:rsidRPr="00991119" w:rsidR="0085747A" w:rsidTr="00923D7D" w14:paraId="20B8E38B" wp14:textId="77777777">
        <w:tc>
          <w:tcPr>
            <w:tcW w:w="4962" w:type="dxa"/>
          </w:tcPr>
          <w:p w:rsidRPr="00991119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91119" w:rsidR="0085747A" w:rsidP="009C54AE" w:rsidRDefault="00556434" w14:paraId="0CCF700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10</w:t>
            </w:r>
            <w:r w:rsidRPr="00991119" w:rsidR="003E060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991119" w:rsidR="0085747A" w:rsidTr="00923D7D" w14:paraId="6B7A9073" wp14:textId="77777777">
        <w:tc>
          <w:tcPr>
            <w:tcW w:w="4962" w:type="dxa"/>
          </w:tcPr>
          <w:p w:rsidRPr="00991119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9111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91119" w:rsidR="0085747A" w:rsidP="009C54AE" w:rsidRDefault="003E0601" w14:paraId="7C964D7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111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991119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91119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91119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91119" w:rsidR="003E1941" w:rsidP="009C54AE" w:rsidRDefault="003E1941" w14:paraId="0DE4B5B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91119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91119">
        <w:rPr>
          <w:rFonts w:ascii="Corbel" w:hAnsi="Corbel"/>
          <w:smallCaps w:val="0"/>
          <w:szCs w:val="24"/>
        </w:rPr>
        <w:t xml:space="preserve">6. </w:t>
      </w:r>
      <w:r w:rsidRPr="00991119" w:rsidR="0085747A">
        <w:rPr>
          <w:rFonts w:ascii="Corbel" w:hAnsi="Corbel"/>
          <w:smallCaps w:val="0"/>
          <w:szCs w:val="24"/>
        </w:rPr>
        <w:t>PRAKTYKI ZAWO</w:t>
      </w:r>
      <w:r w:rsidRPr="00991119" w:rsidR="001E08B3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91119" w:rsidR="0085747A" w:rsidP="009C54AE" w:rsidRDefault="0085747A" w14:paraId="66204FF1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91119" w:rsidR="0085747A" w:rsidTr="55F8393D" w14:paraId="146D6691" wp14:textId="77777777">
        <w:trPr>
          <w:trHeight w:val="397"/>
        </w:trPr>
        <w:tc>
          <w:tcPr>
            <w:tcW w:w="3544" w:type="dxa"/>
            <w:tcMar/>
          </w:tcPr>
          <w:p w:rsidRPr="00991119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11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91119" w:rsidR="0085747A" w:rsidP="55F8393D" w:rsidRDefault="0085747A" w14:paraId="2DBF0D7D" wp14:textId="1164E8E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5F8393D" w:rsidR="5334981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xmlns:wp14="http://schemas.microsoft.com/office/word/2010/wordml" w:rsidRPr="00991119" w:rsidR="0085747A" w:rsidTr="55F8393D" w14:paraId="05EFD703" wp14:textId="77777777">
        <w:trPr>
          <w:trHeight w:val="397"/>
        </w:trPr>
        <w:tc>
          <w:tcPr>
            <w:tcW w:w="3544" w:type="dxa"/>
            <w:tcMar/>
          </w:tcPr>
          <w:p w:rsidRPr="00991119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11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91119" w:rsidR="0085747A" w:rsidP="55F8393D" w:rsidRDefault="0085747A" w14:paraId="6B62F1B3" wp14:textId="06139CE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5F8393D" w:rsidR="6653D84E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xmlns:wp14="http://schemas.microsoft.com/office/word/2010/wordml" w:rsidRPr="00991119" w:rsidR="003E1941" w:rsidP="009C54AE" w:rsidRDefault="003E1941" w14:paraId="02F2C34E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91119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91119">
        <w:rPr>
          <w:rFonts w:ascii="Corbel" w:hAnsi="Corbel"/>
          <w:smallCaps w:val="0"/>
          <w:szCs w:val="24"/>
        </w:rPr>
        <w:t xml:space="preserve">7. </w:t>
      </w:r>
      <w:r w:rsidRPr="00991119" w:rsidR="0085747A">
        <w:rPr>
          <w:rFonts w:ascii="Corbel" w:hAnsi="Corbel"/>
          <w:smallCaps w:val="0"/>
          <w:szCs w:val="24"/>
        </w:rPr>
        <w:t>LITERATURA</w:t>
      </w:r>
      <w:r w:rsidRPr="00991119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91119" w:rsidR="00675843" w:rsidP="009C54AE" w:rsidRDefault="00675843" w14:paraId="680A4E5D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91119" w:rsidR="003E0601" w:rsidTr="55F8393D" w14:paraId="0D3C1619" wp14:textId="77777777">
        <w:tc>
          <w:tcPr>
            <w:tcW w:w="7513" w:type="dxa"/>
            <w:tcMar/>
          </w:tcPr>
          <w:p w:rsidRPr="00991119" w:rsidR="004C4D02" w:rsidP="55F8393D" w:rsidRDefault="004C4D02" w14:paraId="729C9695" wp14:textId="77777777" wp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55F8393D" w:rsidR="34C03E85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>Literatura podstawowa:</w:t>
            </w:r>
          </w:p>
          <w:p w:rsidRPr="00991119" w:rsidR="005E19F1" w:rsidP="005E19F1" w:rsidRDefault="005E19F1" w14:paraId="65C88958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1. Instytucje i prawo Unii Europejskiej. Podręcznik dla kierunków prawa, zarządzania i administracji, J. Barcz, M. Górka, A. </w:t>
            </w:r>
            <w:proofErr w:type="spellStart"/>
            <w:r w:rsidRPr="00991119">
              <w:rPr>
                <w:rFonts w:ascii="Corbel" w:hAnsi="Corbel"/>
                <w:b w:val="0"/>
                <w:smallCaps w:val="0"/>
                <w:sz w:val="22"/>
              </w:rPr>
              <w:t>Wyrozumska</w:t>
            </w:r>
            <w:proofErr w:type="spellEnd"/>
            <w:r w:rsidRPr="00991119">
              <w:rPr>
                <w:rFonts w:ascii="Corbel" w:hAnsi="Corbel"/>
                <w:b w:val="0"/>
                <w:smallCaps w:val="0"/>
                <w:sz w:val="22"/>
              </w:rPr>
              <w:t>, Warszawa 2020.</w:t>
            </w:r>
          </w:p>
          <w:p w:rsidRPr="00991119" w:rsidR="005E19F1" w:rsidP="005E19F1" w:rsidRDefault="005E19F1" w14:paraId="3462B075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2. Prawo Instytucjonalne Unii Europejskiej, M. Kenig – Witkowska (red.), A. Łazowski, R. </w:t>
            </w:r>
            <w:proofErr w:type="spellStart"/>
            <w:r w:rsidRPr="00991119">
              <w:rPr>
                <w:rFonts w:ascii="Corbel" w:hAnsi="Corbel"/>
                <w:b w:val="0"/>
                <w:smallCaps w:val="0"/>
                <w:sz w:val="22"/>
              </w:rPr>
              <w:t>Ostryhański</w:t>
            </w:r>
            <w:proofErr w:type="spellEnd"/>
            <w:r w:rsidRPr="00991119">
              <w:rPr>
                <w:rFonts w:ascii="Corbel" w:hAnsi="Corbel"/>
                <w:b w:val="0"/>
                <w:smallCaps w:val="0"/>
                <w:sz w:val="22"/>
              </w:rPr>
              <w:t>, Warszawa 2019.</w:t>
            </w:r>
          </w:p>
          <w:p w:rsidRPr="00991119" w:rsidR="003E0601" w:rsidP="005E19F1" w:rsidRDefault="005E19F1" w14:paraId="7C04C26C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3. Prawo Unii Europejskiej z uwzględnieniem Traktatu z Lizbony, A. Kuś (red.), Lublin 2010 (oraz wydania nowsze).</w:t>
            </w:r>
          </w:p>
          <w:p w:rsidRPr="00991119" w:rsidR="005E19F1" w:rsidP="005E19F1" w:rsidRDefault="005E19F1" w14:paraId="45AB086C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4. System agencji Unii Europejskiej, A. </w:t>
            </w:r>
            <w:proofErr w:type="spellStart"/>
            <w:r w:rsidRPr="00991119">
              <w:rPr>
                <w:rFonts w:ascii="Corbel" w:hAnsi="Corbel"/>
                <w:b w:val="0"/>
                <w:smallCaps w:val="0"/>
                <w:sz w:val="22"/>
              </w:rPr>
              <w:t>Nitszke</w:t>
            </w:r>
            <w:proofErr w:type="spellEnd"/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 (red.), Kraków 2017.</w:t>
            </w:r>
          </w:p>
        </w:tc>
      </w:tr>
      <w:tr xmlns:wp14="http://schemas.microsoft.com/office/word/2010/wordml" w:rsidRPr="00991119" w:rsidR="003E0601" w:rsidTr="55F8393D" w14:paraId="3AD4BC99" wp14:textId="77777777">
        <w:tc>
          <w:tcPr>
            <w:tcW w:w="7513" w:type="dxa"/>
            <w:tcMar/>
          </w:tcPr>
          <w:p w:rsidRPr="00991119" w:rsidR="00BA147A" w:rsidP="55F8393D" w:rsidRDefault="004C4D02" w14:paraId="1616B1D9" wp14:textId="77777777" wp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</w:pPr>
            <w:r w:rsidRPr="55F8393D" w:rsidR="34C03E85">
              <w:rPr>
                <w:rFonts w:ascii="Corbel" w:hAnsi="Corbel"/>
                <w:b w:val="1"/>
                <w:bCs w:val="1"/>
                <w:caps w:val="0"/>
                <w:smallCaps w:val="0"/>
                <w:sz w:val="22"/>
                <w:szCs w:val="22"/>
              </w:rPr>
              <w:t xml:space="preserve">Literatura uzupełniająca: </w:t>
            </w:r>
          </w:p>
          <w:p w:rsidRPr="00991119" w:rsidR="005E19F1" w:rsidP="00CA4440" w:rsidRDefault="005E19F1" w14:paraId="1921983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Pr="00991119" w:rsidR="005E19F1" w:rsidP="005E19F1" w:rsidRDefault="005E19F1" w14:paraId="35D2CF63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1. Wprowadzenie do prawa Wspólnot Europejskich (Unii Europejskiej), Andrzej Wróbel (red.), Zakamycze 2004.</w:t>
            </w:r>
          </w:p>
          <w:p w:rsidRPr="00991119" w:rsidR="005E19F1" w:rsidP="005E19F1" w:rsidRDefault="005E19F1" w14:paraId="162385ED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2. Integracja europejska, Elżbieta Dynia, Warszawa 2006.</w:t>
            </w:r>
          </w:p>
          <w:p w:rsidRPr="00991119" w:rsidR="005E19F1" w:rsidP="005E19F1" w:rsidRDefault="005E19F1" w14:paraId="79B898AB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3. Unia Europejska: podręcznik akademicki dla studentów nauk humanistycznych. T. 1, Geneza, system, prawo, Witold M. Góralski (red.), Warszawa 2007.</w:t>
            </w:r>
          </w:p>
          <w:p w:rsidRPr="00991119" w:rsidR="005E19F1" w:rsidP="005E19F1" w:rsidRDefault="005E19F1" w14:paraId="705B22A0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4.Meritum Unia Europejska. Prawo instytucjonalne i gospodarcze, A. Łazowski (red.), Warszawa 2007. </w:t>
            </w:r>
            <w:r w:rsidRPr="00991119">
              <w:rPr>
                <w:rFonts w:ascii="Corbel" w:hAnsi="Corbel"/>
                <w:b w:val="0"/>
                <w:smallCaps w:val="0"/>
                <w:sz w:val="22"/>
              </w:rPr>
              <w:tab/>
            </w: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Pr="00991119" w:rsidR="005E19F1" w:rsidP="005E19F1" w:rsidRDefault="005E19F1" w14:paraId="78D86678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5. Instytucje i prawo Unii Europejskiej: podręcznik dla kierunków zarządzania i administracji, J. Barcz, M. Górka, A. </w:t>
            </w:r>
            <w:proofErr w:type="spellStart"/>
            <w:r w:rsidRPr="00991119">
              <w:rPr>
                <w:rFonts w:ascii="Corbel" w:hAnsi="Corbel"/>
                <w:b w:val="0"/>
                <w:smallCaps w:val="0"/>
                <w:sz w:val="22"/>
              </w:rPr>
              <w:t>Wyrozumska</w:t>
            </w:r>
            <w:proofErr w:type="spellEnd"/>
            <w:r w:rsidRPr="00991119">
              <w:rPr>
                <w:rFonts w:ascii="Corbel" w:hAnsi="Corbel"/>
                <w:b w:val="0"/>
                <w:smallCaps w:val="0"/>
                <w:sz w:val="22"/>
              </w:rPr>
              <w:t>, Warszawa 2010 (wyd. 2).</w:t>
            </w:r>
          </w:p>
          <w:p w:rsidRPr="00991119" w:rsidR="005E19F1" w:rsidP="005E19F1" w:rsidRDefault="005E19F1" w14:paraId="53D60128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6. Ustrój Unii Europejskiej. Tom 1, J. Barcz (red.), Warszawa 2010. </w:t>
            </w:r>
          </w:p>
          <w:p w:rsidRPr="00991119" w:rsidR="005E19F1" w:rsidP="005E19F1" w:rsidRDefault="005E19F1" w14:paraId="34861C74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>7. Polska w strukturach Unii Europejskiej. Doświadczenia - oczekiwania – wyzwania, M. Marczewska-</w:t>
            </w:r>
            <w:proofErr w:type="spellStart"/>
            <w:r w:rsidRPr="00991119">
              <w:rPr>
                <w:rFonts w:ascii="Corbel" w:hAnsi="Corbel"/>
                <w:b w:val="0"/>
                <w:smallCaps w:val="0"/>
                <w:sz w:val="22"/>
              </w:rPr>
              <w:t>Rytko</w:t>
            </w:r>
            <w:proofErr w:type="spellEnd"/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, Lublin 2010. </w:t>
            </w:r>
          </w:p>
          <w:p w:rsidRPr="00991119" w:rsidR="005E19F1" w:rsidP="005E19F1" w:rsidRDefault="005E19F1" w14:paraId="67889657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8.Implementacja unijnej polityki regionalnej w Polsce, J. Szafran, Lublin 2010. </w:t>
            </w:r>
            <w:r w:rsidRPr="00991119">
              <w:rPr>
                <w:rFonts w:ascii="Corbel" w:hAnsi="Corbel"/>
                <w:b w:val="0"/>
                <w:smallCaps w:val="0"/>
                <w:sz w:val="22"/>
              </w:rPr>
              <w:tab/>
            </w: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Pr="00991119" w:rsidR="005E19F1" w:rsidP="005E19F1" w:rsidRDefault="005E19F1" w14:paraId="752E7CC3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9. Ponadnarodowość w systemie politycznym Unii Europejskiej, J. Ruszkowski, Warszawa 2010. </w:t>
            </w:r>
            <w:r w:rsidRPr="00991119">
              <w:rPr>
                <w:rFonts w:ascii="Corbel" w:hAnsi="Corbel"/>
                <w:b w:val="0"/>
                <w:smallCaps w:val="0"/>
                <w:sz w:val="22"/>
              </w:rPr>
              <w:tab/>
            </w: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Pr="00991119" w:rsidR="005E19F1" w:rsidP="005E19F1" w:rsidRDefault="005E19F1" w14:paraId="2B6FE4C6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10. Prawo Unii Europejskiej z uwzględnieniem Traktatu z Lizbony, J. Barcik, A. </w:t>
            </w:r>
            <w:proofErr w:type="spellStart"/>
            <w:r w:rsidRPr="00991119">
              <w:rPr>
                <w:rFonts w:ascii="Corbel" w:hAnsi="Corbel"/>
                <w:b w:val="0"/>
                <w:smallCaps w:val="0"/>
                <w:sz w:val="22"/>
              </w:rPr>
              <w:t>Wentkowska</w:t>
            </w:r>
            <w:proofErr w:type="spellEnd"/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, Warszawa 2011. </w:t>
            </w:r>
          </w:p>
          <w:p w:rsidRPr="00991119" w:rsidR="005E19F1" w:rsidP="005E19F1" w:rsidRDefault="005E19F1" w14:paraId="6A0BD370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11. Prawo europejskie, M. </w:t>
            </w:r>
            <w:proofErr w:type="spellStart"/>
            <w:r w:rsidRPr="00991119">
              <w:rPr>
                <w:rFonts w:ascii="Corbel" w:hAnsi="Corbel"/>
                <w:b w:val="0"/>
                <w:smallCaps w:val="0"/>
                <w:sz w:val="22"/>
              </w:rPr>
              <w:t>Ahlt</w:t>
            </w:r>
            <w:proofErr w:type="spellEnd"/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, M. </w:t>
            </w:r>
            <w:proofErr w:type="spellStart"/>
            <w:r w:rsidRPr="00991119">
              <w:rPr>
                <w:rFonts w:ascii="Corbel" w:hAnsi="Corbel"/>
                <w:b w:val="0"/>
                <w:smallCaps w:val="0"/>
                <w:sz w:val="22"/>
              </w:rPr>
              <w:t>Szpunar</w:t>
            </w:r>
            <w:proofErr w:type="spellEnd"/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, Warszawa 2011. </w:t>
            </w:r>
          </w:p>
          <w:p w:rsidRPr="00991119" w:rsidR="005E19F1" w:rsidP="005E19F1" w:rsidRDefault="005E19F1" w14:paraId="0F396D51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12. Umowy międzynarodowe Unii Europejskiej po Traktacie z Lizbony, J. Sozański, Poznań 2011.  </w:t>
            </w:r>
          </w:p>
          <w:p w:rsidRPr="00991119" w:rsidR="005E19F1" w:rsidP="005E19F1" w:rsidRDefault="005E19F1" w14:paraId="49DABAE8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13. Historia integracji europejskiej, K. </w:t>
            </w:r>
            <w:proofErr w:type="spellStart"/>
            <w:r w:rsidRPr="00991119">
              <w:rPr>
                <w:rFonts w:ascii="Corbel" w:hAnsi="Corbel"/>
                <w:b w:val="0"/>
                <w:smallCaps w:val="0"/>
                <w:sz w:val="22"/>
              </w:rPr>
              <w:t>Łastawski</w:t>
            </w:r>
            <w:proofErr w:type="spellEnd"/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, Toruń 2011.  </w:t>
            </w:r>
          </w:p>
          <w:p w:rsidRPr="00991119" w:rsidR="005E19F1" w:rsidP="005E19F1" w:rsidRDefault="005E19F1" w14:paraId="7BAC16A4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14. Integracja europejska w świetle Traktatu z Lizbony. Aspekty ekonomiczne,  J. Barcz, E. Ka-wecka – Wyrzykowska, K. Michałowska – </w:t>
            </w:r>
            <w:proofErr w:type="spellStart"/>
            <w:r w:rsidRPr="00991119">
              <w:rPr>
                <w:rFonts w:ascii="Corbel" w:hAnsi="Corbel"/>
                <w:b w:val="0"/>
                <w:smallCaps w:val="0"/>
                <w:sz w:val="22"/>
              </w:rPr>
              <w:t>Gorywoda</w:t>
            </w:r>
            <w:proofErr w:type="spellEnd"/>
            <w:r w:rsidRPr="00991119">
              <w:rPr>
                <w:rFonts w:ascii="Corbel" w:hAnsi="Corbel"/>
                <w:b w:val="0"/>
                <w:smallCaps w:val="0"/>
                <w:sz w:val="22"/>
              </w:rPr>
              <w:t xml:space="preserve">, Warszawa 2012. </w:t>
            </w:r>
          </w:p>
        </w:tc>
      </w:tr>
    </w:tbl>
    <w:p xmlns:wp14="http://schemas.microsoft.com/office/word/2010/wordml" w:rsidRPr="00991119" w:rsidR="0085747A" w:rsidP="009C54AE" w:rsidRDefault="0085747A" w14:paraId="296FEF7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91119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9111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91119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A71D73" w:rsidP="00C16ABF" w:rsidRDefault="00A71D73" w14:paraId="7194DBD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71D73" w:rsidP="00C16ABF" w:rsidRDefault="00A71D73" w14:paraId="769D0D3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A71D73" w:rsidP="00C16ABF" w:rsidRDefault="00A71D73" w14:paraId="54CD245A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71D73" w:rsidP="00C16ABF" w:rsidRDefault="00A71D73" w14:paraId="1231BE67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904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C6E"/>
    <w:rsid w:val="000D04B0"/>
    <w:rsid w:val="000F1C57"/>
    <w:rsid w:val="000F5615"/>
    <w:rsid w:val="0010375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4F6"/>
    <w:rsid w:val="001A70D2"/>
    <w:rsid w:val="001D657B"/>
    <w:rsid w:val="001D7B54"/>
    <w:rsid w:val="001E0209"/>
    <w:rsid w:val="001E08B3"/>
    <w:rsid w:val="001F2CA2"/>
    <w:rsid w:val="00205AE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85C"/>
    <w:rsid w:val="002B4D55"/>
    <w:rsid w:val="002B5EA0"/>
    <w:rsid w:val="002B6119"/>
    <w:rsid w:val="002C1F06"/>
    <w:rsid w:val="002D3375"/>
    <w:rsid w:val="002D73D4"/>
    <w:rsid w:val="002F02A3"/>
    <w:rsid w:val="002F11FB"/>
    <w:rsid w:val="002F1B81"/>
    <w:rsid w:val="002F4ABE"/>
    <w:rsid w:val="003018BA"/>
    <w:rsid w:val="0030395F"/>
    <w:rsid w:val="00305C92"/>
    <w:rsid w:val="003151C5"/>
    <w:rsid w:val="00330ABF"/>
    <w:rsid w:val="003343CF"/>
    <w:rsid w:val="00346FE9"/>
    <w:rsid w:val="0034759A"/>
    <w:rsid w:val="003503F6"/>
    <w:rsid w:val="003530DD"/>
    <w:rsid w:val="003538D8"/>
    <w:rsid w:val="00363F78"/>
    <w:rsid w:val="00392243"/>
    <w:rsid w:val="003A0A5B"/>
    <w:rsid w:val="003A1176"/>
    <w:rsid w:val="003A6964"/>
    <w:rsid w:val="003C0BAE"/>
    <w:rsid w:val="003D18A9"/>
    <w:rsid w:val="003D6CE2"/>
    <w:rsid w:val="003E0601"/>
    <w:rsid w:val="003E1941"/>
    <w:rsid w:val="003E2FE6"/>
    <w:rsid w:val="003E49D5"/>
    <w:rsid w:val="003F38C0"/>
    <w:rsid w:val="004015FE"/>
    <w:rsid w:val="00414E3C"/>
    <w:rsid w:val="0042244A"/>
    <w:rsid w:val="0042586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D02"/>
    <w:rsid w:val="004D5282"/>
    <w:rsid w:val="004D7AFF"/>
    <w:rsid w:val="004F1551"/>
    <w:rsid w:val="004F55A3"/>
    <w:rsid w:val="0050496F"/>
    <w:rsid w:val="00513B6F"/>
    <w:rsid w:val="00517C63"/>
    <w:rsid w:val="005216D6"/>
    <w:rsid w:val="005306CF"/>
    <w:rsid w:val="005363C4"/>
    <w:rsid w:val="00536BDE"/>
    <w:rsid w:val="00543ACC"/>
    <w:rsid w:val="0055348E"/>
    <w:rsid w:val="00556434"/>
    <w:rsid w:val="0056219E"/>
    <w:rsid w:val="0056696D"/>
    <w:rsid w:val="0059484D"/>
    <w:rsid w:val="005A0855"/>
    <w:rsid w:val="005A3196"/>
    <w:rsid w:val="005A611B"/>
    <w:rsid w:val="005C080F"/>
    <w:rsid w:val="005C55E5"/>
    <w:rsid w:val="005C696A"/>
    <w:rsid w:val="005E19F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28F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13B"/>
    <w:rsid w:val="0076087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C54"/>
    <w:rsid w:val="0083454D"/>
    <w:rsid w:val="008449B3"/>
    <w:rsid w:val="00845C8F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9C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119"/>
    <w:rsid w:val="00997F14"/>
    <w:rsid w:val="009A2C88"/>
    <w:rsid w:val="009A78D9"/>
    <w:rsid w:val="009C1F70"/>
    <w:rsid w:val="009C3E31"/>
    <w:rsid w:val="009C54AE"/>
    <w:rsid w:val="009C788E"/>
    <w:rsid w:val="009D010D"/>
    <w:rsid w:val="009E3B41"/>
    <w:rsid w:val="009F3C5C"/>
    <w:rsid w:val="009F4610"/>
    <w:rsid w:val="00A00ECC"/>
    <w:rsid w:val="00A1337D"/>
    <w:rsid w:val="00A155EE"/>
    <w:rsid w:val="00A2245B"/>
    <w:rsid w:val="00A30110"/>
    <w:rsid w:val="00A36899"/>
    <w:rsid w:val="00A36C74"/>
    <w:rsid w:val="00A371F6"/>
    <w:rsid w:val="00A43BF6"/>
    <w:rsid w:val="00A53FA5"/>
    <w:rsid w:val="00A54817"/>
    <w:rsid w:val="00A601C8"/>
    <w:rsid w:val="00A60799"/>
    <w:rsid w:val="00A71D73"/>
    <w:rsid w:val="00A84C85"/>
    <w:rsid w:val="00A97DE1"/>
    <w:rsid w:val="00AA2417"/>
    <w:rsid w:val="00AA26C0"/>
    <w:rsid w:val="00AA378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519"/>
    <w:rsid w:val="00B206B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47A"/>
    <w:rsid w:val="00BB520A"/>
    <w:rsid w:val="00BC0BC8"/>
    <w:rsid w:val="00BD3869"/>
    <w:rsid w:val="00BD66E9"/>
    <w:rsid w:val="00BD6FF4"/>
    <w:rsid w:val="00BF2C41"/>
    <w:rsid w:val="00C036E7"/>
    <w:rsid w:val="00C058B4"/>
    <w:rsid w:val="00C05F44"/>
    <w:rsid w:val="00C131B5"/>
    <w:rsid w:val="00C16ABF"/>
    <w:rsid w:val="00C170AE"/>
    <w:rsid w:val="00C17A42"/>
    <w:rsid w:val="00C26CB7"/>
    <w:rsid w:val="00C324C1"/>
    <w:rsid w:val="00C32500"/>
    <w:rsid w:val="00C33B25"/>
    <w:rsid w:val="00C36992"/>
    <w:rsid w:val="00C56036"/>
    <w:rsid w:val="00C61DC5"/>
    <w:rsid w:val="00C67E92"/>
    <w:rsid w:val="00C70A26"/>
    <w:rsid w:val="00C766DF"/>
    <w:rsid w:val="00C94B98"/>
    <w:rsid w:val="00CA2B96"/>
    <w:rsid w:val="00CA4440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A7D"/>
    <w:rsid w:val="00D552B2"/>
    <w:rsid w:val="00D608D1"/>
    <w:rsid w:val="00D74119"/>
    <w:rsid w:val="00D8075B"/>
    <w:rsid w:val="00D8678B"/>
    <w:rsid w:val="00DA2114"/>
    <w:rsid w:val="00DB01BA"/>
    <w:rsid w:val="00DE09C0"/>
    <w:rsid w:val="00DE1E01"/>
    <w:rsid w:val="00DE4A14"/>
    <w:rsid w:val="00DF320D"/>
    <w:rsid w:val="00DF71C8"/>
    <w:rsid w:val="00E0499D"/>
    <w:rsid w:val="00E129B8"/>
    <w:rsid w:val="00E21E7D"/>
    <w:rsid w:val="00E22FBC"/>
    <w:rsid w:val="00E24BF5"/>
    <w:rsid w:val="00E25338"/>
    <w:rsid w:val="00E51E44"/>
    <w:rsid w:val="00E63348"/>
    <w:rsid w:val="00E727F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881"/>
    <w:rsid w:val="00F17567"/>
    <w:rsid w:val="00F27A7B"/>
    <w:rsid w:val="00F526AF"/>
    <w:rsid w:val="00F6060C"/>
    <w:rsid w:val="00F617C3"/>
    <w:rsid w:val="00F7066B"/>
    <w:rsid w:val="00F83B28"/>
    <w:rsid w:val="00FA46E5"/>
    <w:rsid w:val="00FB7DBA"/>
    <w:rsid w:val="00FC1C25"/>
    <w:rsid w:val="00FC3F45"/>
    <w:rsid w:val="00FD3527"/>
    <w:rsid w:val="00FD503F"/>
    <w:rsid w:val="00FD7589"/>
    <w:rsid w:val="00FF016A"/>
    <w:rsid w:val="00FF1401"/>
    <w:rsid w:val="00FF5E7D"/>
    <w:rsid w:val="083006B7"/>
    <w:rsid w:val="0A9E8428"/>
    <w:rsid w:val="1E6A38D8"/>
    <w:rsid w:val="2CA4A66A"/>
    <w:rsid w:val="2CDE57A8"/>
    <w:rsid w:val="3235BDB9"/>
    <w:rsid w:val="3340E206"/>
    <w:rsid w:val="34C03E85"/>
    <w:rsid w:val="352D318C"/>
    <w:rsid w:val="382C91E1"/>
    <w:rsid w:val="3BC377A2"/>
    <w:rsid w:val="3CE90307"/>
    <w:rsid w:val="3EF2484E"/>
    <w:rsid w:val="53349813"/>
    <w:rsid w:val="542792DF"/>
    <w:rsid w:val="5479C46D"/>
    <w:rsid w:val="55F8393D"/>
    <w:rsid w:val="5C955C88"/>
    <w:rsid w:val="6653D84E"/>
    <w:rsid w:val="708FD9E3"/>
    <w:rsid w:val="78A8611A"/>
    <w:rsid w:val="794AE6BC"/>
    <w:rsid w:val="7E3CF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EE10C60"/>
  <w15:docId w15:val="{D8D6A2F1-48C7-4F1C-9AE0-7329341FF4A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1F269-0CAB-4935-ACAA-10D6F85DA1B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Barczewska-Dziobek Agata</lastModifiedBy>
  <revision>24</revision>
  <lastPrinted>2019-02-06T22:12:00.0000000Z</lastPrinted>
  <dcterms:created xsi:type="dcterms:W3CDTF">2022-01-20T09:18:00.0000000Z</dcterms:created>
  <dcterms:modified xsi:type="dcterms:W3CDTF">2022-01-21T09:54:55.1158661Z</dcterms:modified>
</coreProperties>
</file>